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84BF" w14:textId="77777777" w:rsidR="000B489C" w:rsidRPr="004B4E83" w:rsidRDefault="003E0BEB" w:rsidP="009B2709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78E84C41" w14:textId="77777777" w:rsidR="003E0BEB" w:rsidRPr="004B4E83" w:rsidRDefault="009B2709" w:rsidP="009B2709">
      <w:pPr>
        <w:rPr>
          <w:rFonts w:ascii="Calibri" w:hAnsi="Calibri"/>
        </w:rPr>
      </w:pPr>
      <w:r w:rsidRPr="009B2709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07A23526" wp14:editId="74DDACB9">
            <wp:simplePos x="0" y="0"/>
            <wp:positionH relativeFrom="column">
              <wp:posOffset>-268605</wp:posOffset>
            </wp:positionH>
            <wp:positionV relativeFrom="paragraph">
              <wp:posOffset>156845</wp:posOffset>
            </wp:positionV>
            <wp:extent cx="1411605" cy="723900"/>
            <wp:effectExtent l="0" t="0" r="10795" b="12700"/>
            <wp:wrapNone/>
            <wp:docPr id="1" name="Picture 1" descr="Macintosh HD:Users:racheleggleston:Desktop:olympic-rings-on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cheleggleston:Desktop:olympic-rings-on-whi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2" t="16580" r="4202" b="16045"/>
                    <a:stretch/>
                  </pic:blipFill>
                  <pic:spPr bwMode="auto">
                    <a:xfrm>
                      <a:off x="0" y="0"/>
                      <a:ext cx="14116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709">
        <w:rPr>
          <w:rFonts w:ascii="Calibri" w:hAnsi="Calibri"/>
          <w:noProof/>
        </w:rPr>
        <w:drawing>
          <wp:anchor distT="0" distB="0" distL="114300" distR="114300" simplePos="0" relativeHeight="251661312" behindDoc="0" locked="0" layoutInCell="1" allowOverlap="1" wp14:anchorId="77381EB4" wp14:editId="3EFED601">
            <wp:simplePos x="0" y="0"/>
            <wp:positionH relativeFrom="column">
              <wp:posOffset>4800600</wp:posOffset>
            </wp:positionH>
            <wp:positionV relativeFrom="paragraph">
              <wp:posOffset>156845</wp:posOffset>
            </wp:positionV>
            <wp:extent cx="1411605" cy="723900"/>
            <wp:effectExtent l="0" t="0" r="10795" b="12700"/>
            <wp:wrapNone/>
            <wp:docPr id="4" name="Picture 4" descr="Macintosh HD:Users:racheleggleston:Desktop:olympic-rings-on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cheleggleston:Desktop:olympic-rings-on-whi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2" t="16580" r="4202" b="16045"/>
                    <a:stretch/>
                  </pic:blipFill>
                  <pic:spPr bwMode="auto">
                    <a:xfrm>
                      <a:off x="0" y="0"/>
                      <a:ext cx="14116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254A6" w14:textId="77777777" w:rsidR="003E0BEB" w:rsidRPr="009B2709" w:rsidRDefault="009B2709" w:rsidP="009B2709">
      <w:pPr>
        <w:jc w:val="center"/>
        <w:rPr>
          <w:rFonts w:ascii="Calibri" w:hAnsi="Calibri"/>
          <w:b/>
          <w:sz w:val="50"/>
          <w:szCs w:val="50"/>
        </w:rPr>
      </w:pPr>
      <w:r w:rsidRPr="009B2709">
        <w:rPr>
          <w:rFonts w:ascii="Calibri" w:hAnsi="Calibri"/>
          <w:b/>
          <w:sz w:val="50"/>
          <w:szCs w:val="50"/>
        </w:rPr>
        <w:t>Unit Conversion Olympics</w:t>
      </w:r>
    </w:p>
    <w:p w14:paraId="743621AB" w14:textId="77777777" w:rsidR="009B2709" w:rsidRDefault="009B2709" w:rsidP="009B2709">
      <w:pPr>
        <w:rPr>
          <w:rFonts w:ascii="Calibri" w:hAnsi="Calibri"/>
        </w:rPr>
      </w:pPr>
    </w:p>
    <w:p w14:paraId="5BB69442" w14:textId="77777777" w:rsidR="009B2709" w:rsidRDefault="009B2709" w:rsidP="009B2709">
      <w:pPr>
        <w:rPr>
          <w:rFonts w:ascii="Calibri" w:hAnsi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8"/>
        <w:gridCol w:w="3708"/>
      </w:tblGrid>
      <w:tr w:rsidR="0006400E" w14:paraId="42F5939C" w14:textId="77777777" w:rsidTr="0006400E">
        <w:tc>
          <w:tcPr>
            <w:tcW w:w="5868" w:type="dxa"/>
          </w:tcPr>
          <w:p w14:paraId="0662918E" w14:textId="77777777" w:rsidR="0006400E" w:rsidRPr="0006400E" w:rsidRDefault="0006400E" w:rsidP="0006400E">
            <w:pPr>
              <w:rPr>
                <w:rFonts w:ascii="Calibri" w:hAnsi="Calibri"/>
                <w:sz w:val="32"/>
                <w:szCs w:val="32"/>
              </w:rPr>
            </w:pPr>
            <w:r w:rsidRPr="0006400E">
              <w:rPr>
                <w:rFonts w:ascii="Calibri" w:hAnsi="Calibri"/>
                <w:b/>
                <w:sz w:val="32"/>
                <w:szCs w:val="32"/>
              </w:rPr>
              <w:t>Directions</w:t>
            </w:r>
            <w:r w:rsidRPr="0006400E">
              <w:rPr>
                <w:rFonts w:ascii="Calibri" w:hAnsi="Calibri"/>
                <w:sz w:val="32"/>
                <w:szCs w:val="32"/>
              </w:rPr>
              <w:t>:</w:t>
            </w:r>
          </w:p>
          <w:p w14:paraId="0E76A571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 xml:space="preserve">Use the </w:t>
            </w:r>
            <w:r w:rsidRPr="009B2709">
              <w:rPr>
                <w:rFonts w:ascii="Calibri" w:hAnsi="Calibri"/>
                <w:b/>
                <w:sz w:val="21"/>
                <w:szCs w:val="21"/>
                <w:u w:val="single"/>
              </w:rPr>
              <w:t>T-chart method</w:t>
            </w:r>
            <w:r w:rsidRPr="009B2709">
              <w:rPr>
                <w:rFonts w:ascii="Calibri" w:hAnsi="Calibri"/>
                <w:sz w:val="21"/>
                <w:szCs w:val="21"/>
              </w:rPr>
              <w:t xml:space="preserve"> to solve the following unit conversion problems.</w:t>
            </w:r>
          </w:p>
          <w:p w14:paraId="78B5A402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>You must include all units and use the T-chart method to receive credit.</w:t>
            </w:r>
          </w:p>
          <w:p w14:paraId="6B61D743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 xml:space="preserve">SHOW ALL OF YOUR WORK AND </w:t>
            </w:r>
            <w:r w:rsidRPr="009B2709">
              <w:rPr>
                <w:rFonts w:ascii="Calibri" w:hAnsi="Calibri"/>
                <w:sz w:val="21"/>
                <w:szCs w:val="21"/>
                <w:bdr w:val="single" w:sz="4" w:space="0" w:color="auto"/>
              </w:rPr>
              <w:t>BOX</w:t>
            </w:r>
            <w:r w:rsidRPr="009B2709">
              <w:rPr>
                <w:rFonts w:ascii="Calibri" w:hAnsi="Calibri"/>
                <w:sz w:val="21"/>
                <w:szCs w:val="21"/>
              </w:rPr>
              <w:t xml:space="preserve"> YOUR FINAL ANSWER!</w:t>
            </w:r>
          </w:p>
          <w:p w14:paraId="238C0CF8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>Round to the nearest decimal point.</w:t>
            </w:r>
          </w:p>
          <w:p w14:paraId="4EDA41A9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 xml:space="preserve">Use the Conversion </w:t>
            </w:r>
            <w:r>
              <w:rPr>
                <w:rFonts w:ascii="Calibri" w:hAnsi="Calibri"/>
                <w:sz w:val="21"/>
                <w:szCs w:val="21"/>
              </w:rPr>
              <w:t>Table to the right</w:t>
            </w:r>
            <w:r w:rsidRPr="009B2709">
              <w:rPr>
                <w:rFonts w:ascii="Calibri" w:hAnsi="Calibri"/>
                <w:sz w:val="21"/>
                <w:szCs w:val="21"/>
              </w:rPr>
              <w:t xml:space="preserve"> to help you.</w:t>
            </w:r>
          </w:p>
          <w:p w14:paraId="2615D9BF" w14:textId="77777777" w:rsidR="0006400E" w:rsidRPr="009B2709" w:rsidRDefault="0006400E" w:rsidP="0006400E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>MAKE SURE to zero the balance so that you do not measure the mass of the container.</w:t>
            </w:r>
          </w:p>
          <w:p w14:paraId="2F4F36B3" w14:textId="77777777" w:rsidR="0006400E" w:rsidRPr="0006400E" w:rsidRDefault="0006400E" w:rsidP="009B2709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1"/>
                <w:szCs w:val="21"/>
              </w:rPr>
            </w:pPr>
            <w:r w:rsidRPr="009B2709">
              <w:rPr>
                <w:rFonts w:ascii="Calibri" w:hAnsi="Calibri"/>
                <w:sz w:val="21"/>
                <w:szCs w:val="21"/>
              </w:rPr>
              <w:t>Don’t eat the candy.</w:t>
            </w:r>
          </w:p>
        </w:tc>
        <w:tc>
          <w:tcPr>
            <w:tcW w:w="3708" w:type="dxa"/>
          </w:tcPr>
          <w:p w14:paraId="0CF2415B" w14:textId="77777777" w:rsidR="0006400E" w:rsidRPr="0006400E" w:rsidRDefault="0006400E" w:rsidP="0006400E">
            <w:pPr>
              <w:rPr>
                <w:rFonts w:ascii="Calibri" w:hAnsi="Calibri"/>
                <w:b/>
                <w:sz w:val="32"/>
                <w:szCs w:val="32"/>
              </w:rPr>
            </w:pPr>
            <w:r w:rsidRPr="0006400E">
              <w:rPr>
                <w:rFonts w:ascii="Calibri" w:hAnsi="Calibri"/>
                <w:b/>
                <w:sz w:val="32"/>
                <w:szCs w:val="32"/>
              </w:rPr>
              <w:t>Conversion Table:</w:t>
            </w:r>
          </w:p>
          <w:p w14:paraId="44C1E8BF" w14:textId="77777777" w:rsidR="0006400E" w:rsidRPr="0006400E" w:rsidRDefault="0006400E" w:rsidP="0006400E">
            <w:pPr>
              <w:ind w:left="270"/>
              <w:rPr>
                <w:rFonts w:ascii="Calibri" w:hAnsi="Calibri"/>
              </w:rPr>
            </w:pPr>
            <w:r w:rsidRPr="0006400E">
              <w:rPr>
                <w:rFonts w:ascii="Calibri" w:hAnsi="Calibri"/>
              </w:rPr>
              <w:t>1 gram = 0.035 ounces</w:t>
            </w:r>
          </w:p>
          <w:p w14:paraId="5E0AB310" w14:textId="1E112B00" w:rsidR="0006400E" w:rsidRPr="0006400E" w:rsidRDefault="0006400E" w:rsidP="0006400E">
            <w:pPr>
              <w:ind w:left="270"/>
              <w:rPr>
                <w:rFonts w:ascii="Calibri" w:hAnsi="Calibri"/>
              </w:rPr>
            </w:pPr>
            <w:r w:rsidRPr="0006400E">
              <w:rPr>
                <w:rFonts w:ascii="Calibri" w:hAnsi="Calibri"/>
              </w:rPr>
              <w:t>1</w:t>
            </w:r>
            <w:r w:rsidR="00297370">
              <w:rPr>
                <w:rFonts w:ascii="Calibri" w:hAnsi="Calibri"/>
              </w:rPr>
              <w:t>00</w:t>
            </w:r>
            <w:r w:rsidRPr="0006400E">
              <w:rPr>
                <w:rFonts w:ascii="Calibri" w:hAnsi="Calibri"/>
              </w:rPr>
              <w:t xml:space="preserve"> gram</w:t>
            </w:r>
            <w:r w:rsidR="00297370">
              <w:rPr>
                <w:rFonts w:ascii="Calibri" w:hAnsi="Calibri"/>
              </w:rPr>
              <w:t>s of beans = 9</w:t>
            </w:r>
            <w:r w:rsidRPr="0006400E">
              <w:rPr>
                <w:rFonts w:ascii="Calibri" w:hAnsi="Calibri"/>
              </w:rPr>
              <w:t xml:space="preserve"> grams of protein</w:t>
            </w:r>
          </w:p>
          <w:p w14:paraId="5B84582F" w14:textId="77777777" w:rsidR="0006400E" w:rsidRPr="0006400E" w:rsidRDefault="0006400E" w:rsidP="0006400E">
            <w:pPr>
              <w:ind w:left="270"/>
              <w:rPr>
                <w:rFonts w:ascii="Calibri" w:hAnsi="Calibri"/>
              </w:rPr>
            </w:pPr>
            <w:r w:rsidRPr="0006400E">
              <w:rPr>
                <w:rFonts w:ascii="Calibri" w:hAnsi="Calibri"/>
              </w:rPr>
              <w:t>1 Skittle = 1.34 grams</w:t>
            </w:r>
          </w:p>
          <w:p w14:paraId="7F37E813" w14:textId="2CC69EA0" w:rsidR="0006400E" w:rsidRPr="0006400E" w:rsidRDefault="00297370" w:rsidP="0006400E">
            <w:pPr>
              <w:ind w:left="27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</w:t>
            </w:r>
            <w:r w:rsidR="0006400E" w:rsidRPr="0006400E">
              <w:rPr>
                <w:rFonts w:ascii="Calibri" w:hAnsi="Calibri"/>
              </w:rPr>
              <w:t xml:space="preserve"> gram</w:t>
            </w:r>
            <w:r>
              <w:rPr>
                <w:rFonts w:ascii="Calibri" w:hAnsi="Calibri"/>
              </w:rPr>
              <w:t>s of Skittles = 230</w:t>
            </w:r>
            <w:r w:rsidR="0006400E" w:rsidRPr="0006400E">
              <w:rPr>
                <w:rFonts w:ascii="Calibri" w:hAnsi="Calibri"/>
              </w:rPr>
              <w:t xml:space="preserve"> calories</w:t>
            </w:r>
          </w:p>
          <w:p w14:paraId="1ECF1B6A" w14:textId="73EA8386" w:rsidR="0006400E" w:rsidRPr="0006400E" w:rsidRDefault="00297370" w:rsidP="0006400E">
            <w:pPr>
              <w:ind w:left="27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48 M&amp;Ms = $1.00</w:t>
            </w:r>
          </w:p>
          <w:p w14:paraId="0A5B6463" w14:textId="77777777" w:rsidR="0006400E" w:rsidRPr="0006400E" w:rsidRDefault="0006400E" w:rsidP="0006400E">
            <w:pPr>
              <w:ind w:left="270"/>
              <w:rPr>
                <w:rFonts w:ascii="Calibri" w:hAnsi="Calibri"/>
              </w:rPr>
            </w:pPr>
            <w:r w:rsidRPr="0006400E">
              <w:rPr>
                <w:rFonts w:ascii="Calibri" w:hAnsi="Calibri"/>
              </w:rPr>
              <w:t>1 pound = 454 grams</w:t>
            </w:r>
          </w:p>
          <w:p w14:paraId="6F26EA40" w14:textId="77777777" w:rsidR="0006400E" w:rsidRPr="0006400E" w:rsidRDefault="0006400E" w:rsidP="0006400E">
            <w:pPr>
              <w:ind w:left="270"/>
              <w:rPr>
                <w:rFonts w:ascii="Calibri" w:hAnsi="Calibri"/>
                <w:sz w:val="21"/>
                <w:szCs w:val="21"/>
              </w:rPr>
            </w:pPr>
            <w:r w:rsidRPr="0006400E">
              <w:rPr>
                <w:rFonts w:ascii="Calibri" w:hAnsi="Calibri"/>
              </w:rPr>
              <w:t>1 meter = 39.4 inches</w:t>
            </w:r>
          </w:p>
        </w:tc>
      </w:tr>
    </w:tbl>
    <w:p w14:paraId="622C92F9" w14:textId="77777777" w:rsidR="009B2709" w:rsidRDefault="009B2709" w:rsidP="009B2709">
      <w:pPr>
        <w:rPr>
          <w:rFonts w:ascii="Calibri" w:hAnsi="Calibri"/>
        </w:rPr>
      </w:pPr>
    </w:p>
    <w:p w14:paraId="630F4959" w14:textId="77777777" w:rsidR="009B2709" w:rsidRPr="009B2709" w:rsidRDefault="009B2709" w:rsidP="009B2709">
      <w:pPr>
        <w:rPr>
          <w:rFonts w:ascii="Calibri" w:hAnsi="Calibri"/>
          <w:sz w:val="32"/>
          <w:szCs w:val="32"/>
          <w:u w:val="single"/>
        </w:rPr>
      </w:pPr>
      <w:r w:rsidRPr="009B2709">
        <w:rPr>
          <w:rFonts w:ascii="Calibri" w:hAnsi="Calibri"/>
          <w:b/>
          <w:sz w:val="32"/>
          <w:szCs w:val="32"/>
          <w:u w:val="single"/>
        </w:rPr>
        <w:t>ROUND 1:</w:t>
      </w:r>
      <w:r w:rsidRPr="009B2709">
        <w:rPr>
          <w:rFonts w:ascii="Calibri" w:hAnsi="Calibri"/>
          <w:sz w:val="32"/>
          <w:szCs w:val="32"/>
          <w:u w:val="single"/>
        </w:rPr>
        <w:t xml:space="preserve"> Live Action</w:t>
      </w:r>
      <w:r w:rsidR="000E4480">
        <w:rPr>
          <w:rFonts w:ascii="Calibri" w:hAnsi="Calibri"/>
          <w:sz w:val="32"/>
          <w:szCs w:val="32"/>
          <w:u w:val="single"/>
        </w:rPr>
        <w:t xml:space="preserve"> (5 points each)</w:t>
      </w:r>
    </w:p>
    <w:p w14:paraId="5C7DD4F0" w14:textId="77777777" w:rsidR="009B2709" w:rsidRDefault="009B2709" w:rsidP="009B2709">
      <w:pPr>
        <w:rPr>
          <w:rFonts w:ascii="Calibri" w:hAnsi="Calibri"/>
        </w:rPr>
      </w:pPr>
    </w:p>
    <w:p w14:paraId="625EF3D2" w14:textId="77777777" w:rsidR="009B2709" w:rsidRPr="009B2709" w:rsidRDefault="009B2709" w:rsidP="009B2709">
      <w:pPr>
        <w:rPr>
          <w:rFonts w:ascii="Calibri" w:hAnsi="Calibri"/>
          <w:b/>
          <w:sz w:val="28"/>
          <w:szCs w:val="28"/>
        </w:rPr>
      </w:pPr>
      <w:r w:rsidRPr="009B2709">
        <w:rPr>
          <w:rFonts w:ascii="Calibri" w:hAnsi="Calibri"/>
          <w:b/>
          <w:sz w:val="28"/>
          <w:szCs w:val="28"/>
        </w:rPr>
        <w:t>EVENT 1: The Pasta Puzzle</w:t>
      </w:r>
    </w:p>
    <w:p w14:paraId="6FBCAA0F" w14:textId="77777777" w:rsidR="00EC3BB4" w:rsidRDefault="00EC3BB4" w:rsidP="009B270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Predict the number of ounces of pasta you have: _______________________</w:t>
      </w:r>
    </w:p>
    <w:p w14:paraId="33D4FB6F" w14:textId="77777777" w:rsidR="009B2709" w:rsidRDefault="009B2709" w:rsidP="009B270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Use the balance to measure the mass of the pasta in grams.</w:t>
      </w:r>
    </w:p>
    <w:p w14:paraId="0CBEA014" w14:textId="77777777" w:rsidR="009B2709" w:rsidRDefault="009B2709" w:rsidP="009B270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Determine how many ounces of pasta you have.</w:t>
      </w:r>
    </w:p>
    <w:p w14:paraId="080FCF13" w14:textId="77777777" w:rsidR="009B2709" w:rsidRPr="00087C36" w:rsidRDefault="00087C36" w:rsidP="009B2709">
      <w:pPr>
        <w:pStyle w:val="ListParagraph"/>
        <w:numPr>
          <w:ilvl w:val="0"/>
          <w:numId w:val="3"/>
        </w:numPr>
        <w:rPr>
          <w:rFonts w:ascii="Calibri" w:hAnsi="Calibri"/>
          <w:i/>
        </w:rPr>
      </w:pPr>
      <w:r w:rsidRPr="00087C36">
        <w:rPr>
          <w:rFonts w:ascii="Calibri" w:hAnsi="Calibri"/>
          <w:i/>
        </w:rPr>
        <w:t>+2</w:t>
      </w:r>
      <w:r w:rsidR="009B2709" w:rsidRPr="00087C36">
        <w:rPr>
          <w:rFonts w:ascii="Calibri" w:hAnsi="Calibri"/>
          <w:i/>
        </w:rPr>
        <w:t>: Calculate the mass of one pasta shell without using the balance.</w:t>
      </w:r>
    </w:p>
    <w:p w14:paraId="6187BB08" w14:textId="77777777" w:rsidR="009B2709" w:rsidRDefault="000E4480" w:rsidP="009B2709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64AC85" wp14:editId="1E3B4116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7DAC9" id="Rectangle 9" o:spid="_x0000_s1026" style="position:absolute;margin-left:27pt;margin-top:8.75pt;width:450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" fillcolor="white [3201]" strokecolor="black [3200]" strokeweight="1pt">
                <v:fill opacity="0"/>
              </v:rect>
            </w:pict>
          </mc:Fallback>
        </mc:AlternateContent>
      </w:r>
    </w:p>
    <w:p w14:paraId="2F1F056A" w14:textId="77777777" w:rsidR="003571B4" w:rsidRDefault="003571B4" w:rsidP="009B2709">
      <w:pPr>
        <w:ind w:left="720"/>
        <w:rPr>
          <w:rFonts w:ascii="Calibri" w:hAnsi="Calibri"/>
        </w:rPr>
      </w:pPr>
    </w:p>
    <w:p w14:paraId="541F6F60" w14:textId="77777777" w:rsidR="009B2709" w:rsidRDefault="009B2709" w:rsidP="009B2709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550094BC" w14:textId="77777777" w:rsidR="009B2709" w:rsidRDefault="009B2709" w:rsidP="009B2709">
      <w:pPr>
        <w:rPr>
          <w:rFonts w:ascii="Calibri" w:hAnsi="Calibri"/>
        </w:rPr>
      </w:pPr>
    </w:p>
    <w:p w14:paraId="1256C87E" w14:textId="77777777" w:rsidR="009B2709" w:rsidRDefault="009B2709" w:rsidP="009B2709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2656353C" w14:textId="77777777" w:rsidR="009B2709" w:rsidRDefault="009B2709" w:rsidP="009B2709">
      <w:pPr>
        <w:rPr>
          <w:rFonts w:ascii="Calibri" w:hAnsi="Calibri"/>
        </w:rPr>
      </w:pPr>
    </w:p>
    <w:p w14:paraId="5444FFC2" w14:textId="77777777" w:rsidR="009B2709" w:rsidRDefault="009B2709" w:rsidP="009B2709">
      <w:pPr>
        <w:rPr>
          <w:rFonts w:ascii="Calibri" w:hAnsi="Calibri"/>
        </w:rPr>
      </w:pPr>
    </w:p>
    <w:p w14:paraId="7614A1D2" w14:textId="77777777" w:rsidR="009B2709" w:rsidRDefault="009B2709" w:rsidP="009B2709">
      <w:pPr>
        <w:rPr>
          <w:rFonts w:ascii="Calibri" w:hAnsi="Calibri"/>
        </w:rPr>
      </w:pPr>
    </w:p>
    <w:p w14:paraId="1090E828" w14:textId="77777777" w:rsidR="009B2709" w:rsidRDefault="009B2709" w:rsidP="009B2709">
      <w:pPr>
        <w:rPr>
          <w:rFonts w:ascii="Calibri" w:hAnsi="Calibri"/>
        </w:rPr>
      </w:pPr>
    </w:p>
    <w:p w14:paraId="22270B8B" w14:textId="77777777" w:rsidR="009B2709" w:rsidRDefault="009B2709" w:rsidP="009B2709">
      <w:pPr>
        <w:rPr>
          <w:rFonts w:ascii="Calibri" w:hAnsi="Calibri"/>
        </w:rPr>
      </w:pPr>
    </w:p>
    <w:p w14:paraId="4EF29223" w14:textId="77777777" w:rsidR="009B2709" w:rsidRPr="009B2709" w:rsidRDefault="009B2709" w:rsidP="009B2709">
      <w:pPr>
        <w:rPr>
          <w:rFonts w:ascii="Calibri" w:hAnsi="Calibri"/>
          <w:b/>
          <w:sz w:val="28"/>
          <w:szCs w:val="28"/>
        </w:rPr>
      </w:pPr>
      <w:r w:rsidRPr="009B2709"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23CA981" wp14:editId="4C3FA2C3">
            <wp:simplePos x="0" y="0"/>
            <wp:positionH relativeFrom="column">
              <wp:posOffset>4800600</wp:posOffset>
            </wp:positionH>
            <wp:positionV relativeFrom="paragraph">
              <wp:posOffset>5412740</wp:posOffset>
            </wp:positionV>
            <wp:extent cx="1552515" cy="723900"/>
            <wp:effectExtent l="0" t="0" r="0" b="0"/>
            <wp:wrapNone/>
            <wp:docPr id="6" name="Picture 6" descr="Macintosh HD:Users:racheleggleston:Desktop:bb1d964c-d703-4f9d-adc3-398e7d3bd7ec-460x2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cheleggleston:Desktop:bb1d964c-d703-4f9d-adc3-398e7d3bd7ec-460x27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77" t="-1" r="18615" b="50614"/>
                    <a:stretch/>
                  </pic:blipFill>
                  <pic:spPr bwMode="auto">
                    <a:xfrm>
                      <a:off x="0" y="0"/>
                      <a:ext cx="15525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</w:rPr>
        <w:t>EVENT 2</w:t>
      </w:r>
      <w:r w:rsidRPr="009B2709">
        <w:rPr>
          <w:rFonts w:ascii="Calibri" w:hAnsi="Calibri"/>
          <w:b/>
          <w:sz w:val="28"/>
          <w:szCs w:val="28"/>
        </w:rPr>
        <w:t xml:space="preserve">: The </w:t>
      </w:r>
      <w:r>
        <w:rPr>
          <w:rFonts w:ascii="Calibri" w:hAnsi="Calibri"/>
          <w:b/>
          <w:sz w:val="28"/>
          <w:szCs w:val="28"/>
        </w:rPr>
        <w:t>Bean Bout</w:t>
      </w:r>
    </w:p>
    <w:p w14:paraId="4ADD1CDC" w14:textId="77777777" w:rsidR="009B2709" w:rsidRPr="009B2709" w:rsidRDefault="009B2709" w:rsidP="009B2709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Use the balance to measure the mass of the beans in grams.</w:t>
      </w:r>
    </w:p>
    <w:p w14:paraId="1FA8FD17" w14:textId="77777777" w:rsidR="003571B4" w:rsidRDefault="009B2709" w:rsidP="003571B4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Determine how many grams of protein your sample of beans contains.</w:t>
      </w:r>
    </w:p>
    <w:p w14:paraId="310214AD" w14:textId="77777777" w:rsidR="003571B4" w:rsidRPr="003571B4" w:rsidRDefault="00087C36" w:rsidP="003571B4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3571B4">
        <w:rPr>
          <w:rFonts w:ascii="Calibri" w:hAnsi="Calibri"/>
          <w:i/>
        </w:rPr>
        <w:t xml:space="preserve">+2: </w:t>
      </w:r>
      <w:r w:rsidR="003571B4">
        <w:rPr>
          <w:rFonts w:ascii="Calibri" w:hAnsi="Calibri"/>
          <w:i/>
        </w:rPr>
        <w:t>How many ounces of beans do you need to eat to consume 60 grams of protein?</w:t>
      </w:r>
      <w:r w:rsidR="00B73B21" w:rsidRPr="003571B4">
        <w:rPr>
          <w:rFonts w:ascii="Calibri" w:hAnsi="Calibri"/>
          <w:i/>
        </w:rPr>
        <w:t xml:space="preserve"> </w:t>
      </w:r>
    </w:p>
    <w:p w14:paraId="37E008F7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53F811" wp14:editId="70608D39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5280"/>
                <wp:effectExtent l="0" t="0" r="25400" b="203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52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A8D1B" id="Rectangle 14" o:spid="_x0000_s1026" style="position:absolute;margin-left:27pt;margin-top:8.75pt;width:450pt;height:12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" fillcolor="white [3201]" strokecolor="black [3200]" strokeweight="1pt">
                <v:fill opacity="0"/>
              </v:rect>
            </w:pict>
          </mc:Fallback>
        </mc:AlternateContent>
      </w:r>
    </w:p>
    <w:p w14:paraId="28C4B696" w14:textId="77777777" w:rsidR="003571B4" w:rsidRDefault="003571B4" w:rsidP="003571B4">
      <w:pPr>
        <w:ind w:left="720"/>
        <w:rPr>
          <w:rFonts w:ascii="Calibri" w:hAnsi="Calibri"/>
        </w:rPr>
      </w:pPr>
    </w:p>
    <w:p w14:paraId="1D9D5D94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391BBC60" w14:textId="77777777" w:rsidR="003571B4" w:rsidRDefault="003571B4" w:rsidP="003571B4">
      <w:pPr>
        <w:rPr>
          <w:rFonts w:ascii="Calibri" w:hAnsi="Calibri"/>
        </w:rPr>
      </w:pPr>
    </w:p>
    <w:p w14:paraId="78167EE5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120F1719" w14:textId="77777777" w:rsidR="003571B4" w:rsidRDefault="003571B4" w:rsidP="003571B4">
      <w:pPr>
        <w:rPr>
          <w:rFonts w:ascii="Calibri" w:hAnsi="Calibri"/>
        </w:rPr>
      </w:pPr>
    </w:p>
    <w:p w14:paraId="67F5CFF4" w14:textId="77777777" w:rsidR="003571B4" w:rsidRDefault="003571B4" w:rsidP="003571B4">
      <w:pPr>
        <w:rPr>
          <w:rFonts w:ascii="Calibri" w:hAnsi="Calibri"/>
        </w:rPr>
      </w:pPr>
    </w:p>
    <w:p w14:paraId="5C37B47B" w14:textId="77777777" w:rsidR="003571B4" w:rsidRDefault="003571B4" w:rsidP="003571B4">
      <w:pPr>
        <w:rPr>
          <w:rFonts w:ascii="Calibri" w:hAnsi="Calibri"/>
        </w:rPr>
      </w:pPr>
    </w:p>
    <w:p w14:paraId="6013C1A7" w14:textId="77777777" w:rsidR="003571B4" w:rsidRDefault="003571B4" w:rsidP="003571B4">
      <w:pPr>
        <w:rPr>
          <w:rFonts w:ascii="Calibri" w:hAnsi="Calibri"/>
        </w:rPr>
      </w:pPr>
    </w:p>
    <w:p w14:paraId="70F8FDE1" w14:textId="77777777" w:rsidR="00B73B21" w:rsidRPr="009B2709" w:rsidRDefault="00B73B21" w:rsidP="00B73B21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EVENT 3</w:t>
      </w:r>
      <w:r w:rsidRPr="009B2709">
        <w:rPr>
          <w:rFonts w:ascii="Calibri" w:hAnsi="Calibri"/>
          <w:b/>
          <w:sz w:val="28"/>
          <w:szCs w:val="28"/>
        </w:rPr>
        <w:t xml:space="preserve">: The </w:t>
      </w:r>
      <w:r>
        <w:rPr>
          <w:rFonts w:ascii="Calibri" w:hAnsi="Calibri"/>
          <w:b/>
          <w:sz w:val="28"/>
          <w:szCs w:val="28"/>
        </w:rPr>
        <w:t>Skittle Riddle</w:t>
      </w:r>
    </w:p>
    <w:p w14:paraId="1B309541" w14:textId="77777777" w:rsidR="003571B4" w:rsidRDefault="00EC3BB4" w:rsidP="00B73B21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571B4">
        <w:rPr>
          <w:rFonts w:ascii="Calibri" w:hAnsi="Calibri"/>
        </w:rPr>
        <w:t>Estimate the number of calories in your cup of Skittles: ________________</w:t>
      </w:r>
    </w:p>
    <w:p w14:paraId="31DAA379" w14:textId="77777777" w:rsidR="009B2709" w:rsidRPr="003571B4" w:rsidRDefault="00B73B21" w:rsidP="00B73B21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571B4">
        <w:rPr>
          <w:rFonts w:ascii="Calibri" w:hAnsi="Calibri"/>
        </w:rPr>
        <w:t>Count the number of Skittles. DON’T EAT THEM!</w:t>
      </w:r>
    </w:p>
    <w:p w14:paraId="2BBE3006" w14:textId="77777777" w:rsidR="003571B4" w:rsidRDefault="00B73B21" w:rsidP="003571B4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Determine how many </w:t>
      </w:r>
      <w:r w:rsidR="00EC3BB4">
        <w:rPr>
          <w:rFonts w:ascii="Calibri" w:hAnsi="Calibri"/>
        </w:rPr>
        <w:t>calories worth of Skittles you have</w:t>
      </w:r>
      <w:r>
        <w:rPr>
          <w:rFonts w:ascii="Calibri" w:hAnsi="Calibri"/>
        </w:rPr>
        <w:t xml:space="preserve"> without using a balance.</w:t>
      </w:r>
    </w:p>
    <w:p w14:paraId="3A453291" w14:textId="77777777" w:rsidR="003571B4" w:rsidRPr="003571B4" w:rsidRDefault="00B73B21" w:rsidP="003571B4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571B4">
        <w:rPr>
          <w:rFonts w:ascii="Calibri" w:hAnsi="Calibri"/>
          <w:i/>
        </w:rPr>
        <w:t xml:space="preserve">+2: Determine the number of </w:t>
      </w:r>
      <w:r w:rsidR="00EC3BB4" w:rsidRPr="003571B4">
        <w:rPr>
          <w:rFonts w:ascii="Calibri" w:hAnsi="Calibri"/>
          <w:i/>
        </w:rPr>
        <w:t>grams</w:t>
      </w:r>
      <w:r w:rsidRPr="003571B4">
        <w:rPr>
          <w:rFonts w:ascii="Calibri" w:hAnsi="Calibri"/>
          <w:i/>
        </w:rPr>
        <w:t xml:space="preserve"> in a </w:t>
      </w:r>
      <w:r w:rsidR="00EC3BB4" w:rsidRPr="003571B4">
        <w:rPr>
          <w:rFonts w:ascii="Calibri" w:hAnsi="Calibri"/>
          <w:i/>
        </w:rPr>
        <w:t xml:space="preserve">250-calorie </w:t>
      </w:r>
      <w:r w:rsidRPr="003571B4">
        <w:rPr>
          <w:rFonts w:ascii="Calibri" w:hAnsi="Calibri"/>
          <w:i/>
        </w:rPr>
        <w:t>bag of Skittles (1 bag = 54 Skittles).</w:t>
      </w:r>
      <w:r w:rsidR="003571B4" w:rsidRPr="003571B4">
        <w:rPr>
          <w:rFonts w:ascii="Calibri" w:hAnsi="Calibri"/>
          <w:i/>
        </w:rPr>
        <w:t xml:space="preserve"> </w:t>
      </w:r>
    </w:p>
    <w:p w14:paraId="0BB1BD18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16B6DF" wp14:editId="597269E5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BBE8F" id="Rectangle 15" o:spid="_x0000_s1026" style="position:absolute;margin-left:27pt;margin-top:8.75pt;width:450pt;height:1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" fillcolor="white [3201]" strokecolor="black [3200]" strokeweight="1pt">
                <v:fill opacity="0"/>
              </v:rect>
            </w:pict>
          </mc:Fallback>
        </mc:AlternateContent>
      </w:r>
    </w:p>
    <w:p w14:paraId="3CB00215" w14:textId="77777777" w:rsidR="003571B4" w:rsidRDefault="003571B4" w:rsidP="003571B4">
      <w:pPr>
        <w:ind w:left="720"/>
        <w:rPr>
          <w:rFonts w:ascii="Calibri" w:hAnsi="Calibri"/>
        </w:rPr>
      </w:pPr>
    </w:p>
    <w:p w14:paraId="474CBA97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659F2053" w14:textId="77777777" w:rsidR="003571B4" w:rsidRDefault="003571B4" w:rsidP="003571B4">
      <w:pPr>
        <w:rPr>
          <w:rFonts w:ascii="Calibri" w:hAnsi="Calibri"/>
        </w:rPr>
      </w:pPr>
    </w:p>
    <w:p w14:paraId="24A7F874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5AF34DFC" w14:textId="77777777" w:rsidR="003571B4" w:rsidRDefault="003571B4" w:rsidP="003571B4">
      <w:pPr>
        <w:rPr>
          <w:rFonts w:ascii="Calibri" w:hAnsi="Calibri"/>
        </w:rPr>
      </w:pPr>
    </w:p>
    <w:p w14:paraId="4303A034" w14:textId="77777777" w:rsidR="003571B4" w:rsidRDefault="003571B4" w:rsidP="003571B4">
      <w:pPr>
        <w:rPr>
          <w:rFonts w:ascii="Calibri" w:hAnsi="Calibri"/>
        </w:rPr>
      </w:pPr>
    </w:p>
    <w:p w14:paraId="7D25B4B1" w14:textId="77777777" w:rsidR="003571B4" w:rsidRDefault="003571B4" w:rsidP="003571B4">
      <w:pPr>
        <w:rPr>
          <w:rFonts w:ascii="Calibri" w:hAnsi="Calibri"/>
        </w:rPr>
      </w:pPr>
    </w:p>
    <w:p w14:paraId="2A91E748" w14:textId="77777777" w:rsidR="003571B4" w:rsidRDefault="003571B4" w:rsidP="003571B4">
      <w:pPr>
        <w:rPr>
          <w:rFonts w:ascii="Calibri" w:hAnsi="Calibri"/>
        </w:rPr>
      </w:pPr>
    </w:p>
    <w:p w14:paraId="3A628E19" w14:textId="77777777" w:rsidR="003571B4" w:rsidRDefault="003571B4" w:rsidP="003571B4">
      <w:pPr>
        <w:rPr>
          <w:rFonts w:ascii="Calibri" w:hAnsi="Calibri"/>
        </w:rPr>
      </w:pPr>
    </w:p>
    <w:p w14:paraId="71F21FDC" w14:textId="77777777" w:rsidR="003571B4" w:rsidRDefault="003571B4" w:rsidP="003571B4">
      <w:pPr>
        <w:rPr>
          <w:rFonts w:ascii="Calibri" w:hAnsi="Calibri"/>
          <w:b/>
          <w:sz w:val="28"/>
          <w:szCs w:val="28"/>
        </w:rPr>
      </w:pPr>
    </w:p>
    <w:p w14:paraId="70BD1F66" w14:textId="77777777" w:rsidR="00B73B21" w:rsidRPr="003571B4" w:rsidRDefault="00B73B21" w:rsidP="003571B4">
      <w:pPr>
        <w:rPr>
          <w:rFonts w:ascii="Calibri" w:hAnsi="Calibri"/>
          <w:b/>
          <w:sz w:val="28"/>
          <w:szCs w:val="28"/>
        </w:rPr>
      </w:pPr>
      <w:r w:rsidRPr="003571B4">
        <w:rPr>
          <w:rFonts w:ascii="Calibri" w:hAnsi="Calibri"/>
          <w:b/>
          <w:sz w:val="28"/>
          <w:szCs w:val="28"/>
        </w:rPr>
        <w:t xml:space="preserve">EVENT 4: </w:t>
      </w:r>
      <w:r w:rsidR="00EC3BB4" w:rsidRPr="003571B4">
        <w:rPr>
          <w:rFonts w:ascii="Calibri" w:hAnsi="Calibri"/>
          <w:b/>
          <w:sz w:val="28"/>
          <w:szCs w:val="28"/>
        </w:rPr>
        <w:t>The Candy Competition</w:t>
      </w:r>
    </w:p>
    <w:p w14:paraId="226A7C39" w14:textId="77777777" w:rsidR="00EC3BB4" w:rsidRDefault="00EC3BB4" w:rsidP="00EC3BB4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Estimate how many dollars your cup of M&amp;Ms would cost: _______________________</w:t>
      </w:r>
    </w:p>
    <w:p w14:paraId="6A2C6D66" w14:textId="77777777" w:rsidR="00B73B21" w:rsidRPr="003571B4" w:rsidRDefault="00EC3BB4" w:rsidP="00EC3BB4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3571B4">
        <w:rPr>
          <w:rFonts w:ascii="Calibri" w:hAnsi="Calibri"/>
        </w:rPr>
        <w:t>Count the number of M&amp;Ms.</w:t>
      </w:r>
    </w:p>
    <w:p w14:paraId="456DC1F7" w14:textId="77777777" w:rsidR="00EC3BB4" w:rsidRPr="003571B4" w:rsidRDefault="00EC3BB4" w:rsidP="00EC3BB4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3571B4">
        <w:rPr>
          <w:rFonts w:ascii="Calibri" w:hAnsi="Calibri"/>
        </w:rPr>
        <w:t>Determine how many dollars that number of M&amp;Ms would cost.</w:t>
      </w:r>
    </w:p>
    <w:p w14:paraId="1EB6E764" w14:textId="77777777" w:rsidR="003571B4" w:rsidRPr="003571B4" w:rsidRDefault="00EC3BB4" w:rsidP="003571B4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3571B4">
        <w:rPr>
          <w:rFonts w:ascii="Calibri" w:hAnsi="Calibri"/>
          <w:i/>
        </w:rPr>
        <w:t>+2: There are 8 red M&amp;Ms per bag. How many bags of M&amp;Ms must you buy to collect 60 red M&amp;Ms?</w:t>
      </w:r>
    </w:p>
    <w:p w14:paraId="69D7A5D1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554AB7" wp14:editId="041FFDC4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C9A65" id="Rectangle 16" o:spid="_x0000_s1026" style="position:absolute;margin-left:27pt;margin-top:8.75pt;width:450pt;height:1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" fillcolor="white [3201]" strokecolor="black [3200]" strokeweight="1pt">
                <v:fill opacity="0"/>
              </v:rect>
            </w:pict>
          </mc:Fallback>
        </mc:AlternateContent>
      </w:r>
    </w:p>
    <w:p w14:paraId="11012F80" w14:textId="77777777" w:rsidR="003571B4" w:rsidRDefault="003571B4" w:rsidP="003571B4">
      <w:pPr>
        <w:ind w:left="720"/>
        <w:rPr>
          <w:rFonts w:ascii="Calibri" w:hAnsi="Calibri"/>
        </w:rPr>
      </w:pPr>
    </w:p>
    <w:p w14:paraId="7587FC8A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7CF03F6D" w14:textId="77777777" w:rsidR="003571B4" w:rsidRDefault="003571B4" w:rsidP="003571B4">
      <w:pPr>
        <w:rPr>
          <w:rFonts w:ascii="Calibri" w:hAnsi="Calibri"/>
        </w:rPr>
      </w:pPr>
    </w:p>
    <w:p w14:paraId="27BE3E32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4864D8E8" w14:textId="77777777" w:rsidR="003571B4" w:rsidRDefault="003571B4" w:rsidP="003571B4">
      <w:pPr>
        <w:rPr>
          <w:rFonts w:ascii="Calibri" w:hAnsi="Calibri"/>
        </w:rPr>
      </w:pPr>
    </w:p>
    <w:p w14:paraId="5FE226D4" w14:textId="77777777" w:rsidR="003571B4" w:rsidRDefault="003571B4" w:rsidP="003571B4">
      <w:pPr>
        <w:rPr>
          <w:rFonts w:ascii="Calibri" w:hAnsi="Calibri"/>
        </w:rPr>
      </w:pPr>
    </w:p>
    <w:p w14:paraId="01F87819" w14:textId="77777777" w:rsidR="003571B4" w:rsidRDefault="003571B4" w:rsidP="003571B4">
      <w:pPr>
        <w:rPr>
          <w:rFonts w:ascii="Calibri" w:hAnsi="Calibri"/>
        </w:rPr>
      </w:pPr>
    </w:p>
    <w:p w14:paraId="34240BD5" w14:textId="77777777" w:rsidR="003571B4" w:rsidRDefault="003571B4" w:rsidP="003571B4">
      <w:pPr>
        <w:rPr>
          <w:rFonts w:ascii="Calibri" w:hAnsi="Calibri"/>
        </w:rPr>
      </w:pPr>
    </w:p>
    <w:p w14:paraId="65E6BF6C" w14:textId="77777777" w:rsidR="003571B4" w:rsidRDefault="003571B4" w:rsidP="003571B4">
      <w:pPr>
        <w:rPr>
          <w:rFonts w:ascii="Calibri" w:hAnsi="Calibri"/>
        </w:rPr>
      </w:pPr>
    </w:p>
    <w:p w14:paraId="604A894B" w14:textId="77777777" w:rsidR="003571B4" w:rsidRDefault="003571B4" w:rsidP="003571B4">
      <w:pPr>
        <w:rPr>
          <w:rFonts w:ascii="Calibri" w:hAnsi="Calibri"/>
          <w:b/>
          <w:sz w:val="28"/>
          <w:szCs w:val="28"/>
        </w:rPr>
      </w:pPr>
    </w:p>
    <w:p w14:paraId="2681F424" w14:textId="77777777" w:rsidR="00B73B21" w:rsidRPr="003571B4" w:rsidRDefault="00EC3BB4" w:rsidP="003571B4">
      <w:pPr>
        <w:rPr>
          <w:rFonts w:ascii="Calibri" w:hAnsi="Calibri"/>
          <w:b/>
          <w:sz w:val="28"/>
          <w:szCs w:val="28"/>
        </w:rPr>
      </w:pPr>
      <w:r w:rsidRPr="003571B4">
        <w:rPr>
          <w:rFonts w:ascii="Calibri" w:hAnsi="Calibri"/>
          <w:b/>
          <w:sz w:val="28"/>
          <w:szCs w:val="28"/>
        </w:rPr>
        <w:t>EVENT 5: Money Matters</w:t>
      </w:r>
    </w:p>
    <w:p w14:paraId="627FC026" w14:textId="77777777" w:rsidR="00EC3BB4" w:rsidRPr="003571B4" w:rsidRDefault="00EC3BB4" w:rsidP="00EC3BB4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3571B4">
        <w:rPr>
          <w:rFonts w:ascii="Calibri" w:hAnsi="Calibri"/>
        </w:rPr>
        <w:t>Predict the weight in pounds of 10 pennies: _______________________</w:t>
      </w:r>
    </w:p>
    <w:p w14:paraId="59FB5F0D" w14:textId="77777777" w:rsidR="00EC3BB4" w:rsidRPr="003571B4" w:rsidRDefault="00EC3BB4" w:rsidP="00EC3BB4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3571B4">
        <w:rPr>
          <w:rFonts w:ascii="Calibri" w:hAnsi="Calibri"/>
        </w:rPr>
        <w:t>Record the mass of 10 pennies in grams.</w:t>
      </w:r>
    </w:p>
    <w:p w14:paraId="1B7A491F" w14:textId="77777777" w:rsidR="00EC3BB4" w:rsidRPr="003571B4" w:rsidRDefault="00EC3BB4" w:rsidP="00EC3BB4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3571B4">
        <w:rPr>
          <w:rFonts w:ascii="Calibri" w:hAnsi="Calibri"/>
        </w:rPr>
        <w:t>Convert the mass of 10 pennies into pounds.</w:t>
      </w:r>
    </w:p>
    <w:p w14:paraId="3D53E41B" w14:textId="77777777" w:rsidR="003571B4" w:rsidRPr="003571B4" w:rsidRDefault="000E4480" w:rsidP="003571B4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3571B4">
        <w:rPr>
          <w:rFonts w:ascii="Calibri" w:hAnsi="Calibri"/>
          <w:i/>
        </w:rPr>
        <w:t>+2: Calculate the mass in grams of 1 penny without using a balance.</w:t>
      </w:r>
    </w:p>
    <w:p w14:paraId="5662C257" w14:textId="77777777" w:rsidR="003571B4" w:rsidRPr="003571B4" w:rsidRDefault="003571B4" w:rsidP="003571B4">
      <w:pPr>
        <w:rPr>
          <w:rFonts w:ascii="Calibri" w:hAnsi="Calibri"/>
        </w:rPr>
      </w:pPr>
      <w:r w:rsidRPr="003571B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56ECEB" wp14:editId="53CBCD5C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FB7AE" id="Rectangle 18" o:spid="_x0000_s1026" style="position:absolute;margin-left:27pt;margin-top:8.75pt;width:450pt;height:1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" fillcolor="white [3201]" strokecolor="black [3200]" strokeweight="1pt">
                <v:fill opacity="0"/>
              </v:rect>
            </w:pict>
          </mc:Fallback>
        </mc:AlternateContent>
      </w:r>
    </w:p>
    <w:p w14:paraId="25C657FA" w14:textId="77777777" w:rsidR="003571B4" w:rsidRDefault="003571B4" w:rsidP="003571B4">
      <w:pPr>
        <w:ind w:left="720"/>
        <w:rPr>
          <w:rFonts w:ascii="Calibri" w:hAnsi="Calibri"/>
        </w:rPr>
      </w:pPr>
    </w:p>
    <w:p w14:paraId="4529D987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718AE35C" w14:textId="77777777" w:rsidR="003571B4" w:rsidRDefault="003571B4" w:rsidP="003571B4">
      <w:pPr>
        <w:rPr>
          <w:rFonts w:ascii="Calibri" w:hAnsi="Calibri"/>
        </w:rPr>
      </w:pPr>
    </w:p>
    <w:p w14:paraId="78414006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7A420CE7" w14:textId="77777777" w:rsidR="003571B4" w:rsidRDefault="003571B4" w:rsidP="003571B4">
      <w:pPr>
        <w:rPr>
          <w:rFonts w:ascii="Calibri" w:hAnsi="Calibri"/>
        </w:rPr>
      </w:pPr>
    </w:p>
    <w:p w14:paraId="52F5FB51" w14:textId="77777777" w:rsidR="003571B4" w:rsidRDefault="003571B4" w:rsidP="003571B4">
      <w:pPr>
        <w:rPr>
          <w:rFonts w:ascii="Calibri" w:hAnsi="Calibri"/>
        </w:rPr>
      </w:pPr>
    </w:p>
    <w:p w14:paraId="41B746F1" w14:textId="77777777" w:rsidR="003571B4" w:rsidRDefault="003571B4" w:rsidP="003571B4">
      <w:pPr>
        <w:rPr>
          <w:rFonts w:ascii="Calibri" w:hAnsi="Calibri"/>
        </w:rPr>
      </w:pPr>
    </w:p>
    <w:p w14:paraId="2F295056" w14:textId="77777777" w:rsidR="003571B4" w:rsidRDefault="003571B4" w:rsidP="003571B4">
      <w:pPr>
        <w:rPr>
          <w:rFonts w:ascii="Calibri" w:hAnsi="Calibri"/>
        </w:rPr>
      </w:pPr>
    </w:p>
    <w:p w14:paraId="5EFBC357" w14:textId="77777777" w:rsidR="003571B4" w:rsidRDefault="003571B4" w:rsidP="003571B4">
      <w:pPr>
        <w:rPr>
          <w:rFonts w:ascii="Calibri" w:hAnsi="Calibri"/>
        </w:rPr>
      </w:pPr>
    </w:p>
    <w:p w14:paraId="7B81C11C" w14:textId="77777777" w:rsidR="00EC3BB4" w:rsidRPr="003571B4" w:rsidRDefault="00EC3BB4" w:rsidP="003571B4">
      <w:pPr>
        <w:rPr>
          <w:rFonts w:ascii="Calibri" w:hAnsi="Calibri"/>
          <w:b/>
          <w:sz w:val="28"/>
          <w:szCs w:val="28"/>
        </w:rPr>
      </w:pPr>
      <w:r w:rsidRPr="003571B4">
        <w:rPr>
          <w:rFonts w:ascii="Calibri" w:hAnsi="Calibri"/>
          <w:b/>
          <w:sz w:val="28"/>
          <w:szCs w:val="28"/>
        </w:rPr>
        <w:lastRenderedPageBreak/>
        <w:t xml:space="preserve">EVENT 6: </w:t>
      </w:r>
      <w:r w:rsidR="000E4480" w:rsidRPr="003571B4">
        <w:rPr>
          <w:rFonts w:ascii="Calibri" w:hAnsi="Calibri"/>
          <w:b/>
          <w:sz w:val="28"/>
          <w:szCs w:val="28"/>
        </w:rPr>
        <w:t>Attack of the Ages</w:t>
      </w:r>
    </w:p>
    <w:p w14:paraId="3BDA4D94" w14:textId="77777777" w:rsidR="00EC3BB4" w:rsidRDefault="000E4480" w:rsidP="000E4480">
      <w:pPr>
        <w:pStyle w:val="ListParagraph"/>
        <w:numPr>
          <w:ilvl w:val="0"/>
          <w:numId w:val="8"/>
        </w:numPr>
        <w:rPr>
          <w:rFonts w:ascii="Calibri" w:hAnsi="Calibri"/>
        </w:rPr>
      </w:pPr>
      <w:r>
        <w:rPr>
          <w:rFonts w:ascii="Calibri" w:hAnsi="Calibri"/>
        </w:rPr>
        <w:t>Predict how old you are in seconds: _______________________</w:t>
      </w:r>
    </w:p>
    <w:p w14:paraId="40DEEABA" w14:textId="19B09136" w:rsidR="000E4480" w:rsidRDefault="000E4480" w:rsidP="000E4480">
      <w:pPr>
        <w:pStyle w:val="ListParagraph"/>
        <w:numPr>
          <w:ilvl w:val="0"/>
          <w:numId w:val="8"/>
        </w:numPr>
        <w:rPr>
          <w:rFonts w:ascii="Calibri" w:hAnsi="Calibri"/>
        </w:rPr>
      </w:pPr>
      <w:r>
        <w:rPr>
          <w:rFonts w:ascii="Calibri" w:hAnsi="Calibri"/>
        </w:rPr>
        <w:t xml:space="preserve">Determine </w:t>
      </w:r>
      <w:r w:rsidR="00814BA5">
        <w:rPr>
          <w:rFonts w:ascii="Calibri" w:hAnsi="Calibri"/>
        </w:rPr>
        <w:t xml:space="preserve">approximately </w:t>
      </w:r>
      <w:r>
        <w:rPr>
          <w:rFonts w:ascii="Calibri" w:hAnsi="Calibri"/>
        </w:rPr>
        <w:t xml:space="preserve">how old you are in </w:t>
      </w:r>
      <w:r w:rsidR="00814BA5">
        <w:rPr>
          <w:rFonts w:ascii="Calibri" w:hAnsi="Calibri"/>
        </w:rPr>
        <w:t>months</w:t>
      </w:r>
      <w:r>
        <w:rPr>
          <w:rFonts w:ascii="Calibri" w:hAnsi="Calibri"/>
        </w:rPr>
        <w:t>.</w:t>
      </w:r>
    </w:p>
    <w:p w14:paraId="42DFB1BE" w14:textId="6EC52ECB" w:rsidR="000E4480" w:rsidRDefault="000E4480" w:rsidP="000E4480">
      <w:pPr>
        <w:pStyle w:val="ListParagraph"/>
        <w:numPr>
          <w:ilvl w:val="0"/>
          <w:numId w:val="8"/>
        </w:numPr>
        <w:rPr>
          <w:rFonts w:ascii="Calibri" w:hAnsi="Calibri"/>
        </w:rPr>
      </w:pPr>
      <w:r>
        <w:rPr>
          <w:rFonts w:ascii="Calibri" w:hAnsi="Calibri"/>
        </w:rPr>
        <w:t xml:space="preserve">Convert your age in </w:t>
      </w:r>
      <w:r w:rsidR="00814BA5">
        <w:rPr>
          <w:rFonts w:ascii="Calibri" w:hAnsi="Calibri"/>
        </w:rPr>
        <w:t>months</w:t>
      </w:r>
      <w:r>
        <w:rPr>
          <w:rFonts w:ascii="Calibri" w:hAnsi="Calibri"/>
        </w:rPr>
        <w:t xml:space="preserve"> into </w:t>
      </w:r>
      <w:r w:rsidR="00814BA5">
        <w:rPr>
          <w:rFonts w:ascii="Calibri" w:hAnsi="Calibri"/>
        </w:rPr>
        <w:t>hours (assume 1 month = 30 days)</w:t>
      </w:r>
      <w:r w:rsidR="00814BA5">
        <w:rPr>
          <w:rFonts w:ascii="Calibri" w:hAnsi="Calibri"/>
        </w:rPr>
        <w:tab/>
      </w:r>
      <w:r>
        <w:rPr>
          <w:rFonts w:ascii="Calibri" w:hAnsi="Calibri"/>
        </w:rPr>
        <w:t>.</w:t>
      </w:r>
    </w:p>
    <w:p w14:paraId="1AB2AD81" w14:textId="77777777" w:rsidR="003571B4" w:rsidRPr="003571B4" w:rsidRDefault="000E4480" w:rsidP="003571B4">
      <w:pPr>
        <w:pStyle w:val="ListParagraph"/>
        <w:numPr>
          <w:ilvl w:val="0"/>
          <w:numId w:val="8"/>
        </w:numPr>
        <w:rPr>
          <w:rFonts w:ascii="Calibri" w:hAnsi="Calibri"/>
          <w:i/>
        </w:rPr>
      </w:pPr>
      <w:r w:rsidRPr="000E4480">
        <w:rPr>
          <w:rFonts w:ascii="Calibri" w:hAnsi="Calibri"/>
          <w:i/>
        </w:rPr>
        <w:t>+2: How many hours until your 18</w:t>
      </w:r>
      <w:r w:rsidRPr="000E4480">
        <w:rPr>
          <w:rFonts w:ascii="Calibri" w:hAnsi="Calibri"/>
          <w:i/>
          <w:vertAlign w:val="superscript"/>
        </w:rPr>
        <w:t>th</w:t>
      </w:r>
      <w:r w:rsidRPr="000E4480">
        <w:rPr>
          <w:rFonts w:ascii="Calibri" w:hAnsi="Calibri"/>
          <w:i/>
        </w:rPr>
        <w:t xml:space="preserve"> birthday?</w:t>
      </w:r>
    </w:p>
    <w:p w14:paraId="53B6DB6B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922208" wp14:editId="1D305E0E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D85D7" id="Rectangle 17" o:spid="_x0000_s1026" style="position:absolute;margin-left:27pt;margin-top:8.75pt;width:450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" fillcolor="white [3201]" strokecolor="black [3200]" strokeweight="1pt">
                <v:fill opacity="0"/>
              </v:rect>
            </w:pict>
          </mc:Fallback>
        </mc:AlternateContent>
      </w:r>
    </w:p>
    <w:p w14:paraId="290C827F" w14:textId="77777777" w:rsidR="003571B4" w:rsidRDefault="003571B4" w:rsidP="003571B4">
      <w:pPr>
        <w:ind w:left="720"/>
        <w:rPr>
          <w:rFonts w:ascii="Calibri" w:hAnsi="Calibri"/>
        </w:rPr>
      </w:pPr>
    </w:p>
    <w:p w14:paraId="5FF707D2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22F3DA48" w14:textId="77777777" w:rsidR="003571B4" w:rsidRDefault="003571B4" w:rsidP="003571B4">
      <w:pPr>
        <w:rPr>
          <w:rFonts w:ascii="Calibri" w:hAnsi="Calibri"/>
        </w:rPr>
      </w:pPr>
    </w:p>
    <w:p w14:paraId="0009D194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13B9D0F1" w14:textId="77777777" w:rsidR="003571B4" w:rsidRDefault="003571B4" w:rsidP="003571B4">
      <w:pPr>
        <w:rPr>
          <w:rFonts w:ascii="Calibri" w:hAnsi="Calibri"/>
        </w:rPr>
      </w:pPr>
    </w:p>
    <w:p w14:paraId="5A916D8A" w14:textId="77777777" w:rsidR="003571B4" w:rsidRDefault="003571B4" w:rsidP="003571B4">
      <w:pPr>
        <w:rPr>
          <w:rFonts w:ascii="Calibri" w:hAnsi="Calibri"/>
        </w:rPr>
      </w:pPr>
    </w:p>
    <w:p w14:paraId="18243347" w14:textId="77777777" w:rsidR="003571B4" w:rsidRDefault="003571B4" w:rsidP="003571B4">
      <w:pPr>
        <w:rPr>
          <w:rFonts w:ascii="Calibri" w:hAnsi="Calibri"/>
        </w:rPr>
      </w:pPr>
    </w:p>
    <w:p w14:paraId="3FCFDA86" w14:textId="77777777" w:rsidR="003571B4" w:rsidRDefault="003571B4" w:rsidP="003571B4">
      <w:pPr>
        <w:rPr>
          <w:rFonts w:ascii="Calibri" w:hAnsi="Calibri"/>
        </w:rPr>
      </w:pPr>
    </w:p>
    <w:p w14:paraId="23FF1535" w14:textId="77777777" w:rsidR="003571B4" w:rsidRDefault="003571B4" w:rsidP="003571B4">
      <w:pPr>
        <w:rPr>
          <w:rFonts w:ascii="Calibri" w:hAnsi="Calibri"/>
        </w:rPr>
      </w:pPr>
    </w:p>
    <w:p w14:paraId="69F38A59" w14:textId="77777777" w:rsidR="00C5429A" w:rsidRDefault="00C5429A" w:rsidP="000E4480">
      <w:pPr>
        <w:rPr>
          <w:rFonts w:ascii="Calibri" w:hAnsi="Calibri"/>
          <w:b/>
          <w:sz w:val="28"/>
          <w:szCs w:val="28"/>
        </w:rPr>
      </w:pPr>
    </w:p>
    <w:p w14:paraId="0BDD5385" w14:textId="77777777" w:rsidR="000E4480" w:rsidRDefault="000E4480" w:rsidP="000E4480">
      <w:pPr>
        <w:rPr>
          <w:rFonts w:ascii="Calibri" w:hAnsi="Calibri"/>
        </w:rPr>
      </w:pPr>
      <w:r w:rsidRPr="000E4480">
        <w:rPr>
          <w:rFonts w:ascii="Calibri" w:hAnsi="Calibri"/>
          <w:b/>
          <w:sz w:val="28"/>
          <w:szCs w:val="28"/>
        </w:rPr>
        <w:t>BONUS ROUND:</w:t>
      </w:r>
    </w:p>
    <w:p w14:paraId="44D9D0CF" w14:textId="77777777" w:rsidR="000E4480" w:rsidRDefault="000E4480" w:rsidP="000E4480">
      <w:pPr>
        <w:pStyle w:val="ListParagraph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Estimate how far you or a group member can jump horizontally in inches.</w:t>
      </w:r>
    </w:p>
    <w:p w14:paraId="732C7794" w14:textId="77777777" w:rsidR="003571B4" w:rsidRPr="003571B4" w:rsidRDefault="000E4480" w:rsidP="003571B4">
      <w:pPr>
        <w:pStyle w:val="ListParagraph"/>
        <w:numPr>
          <w:ilvl w:val="0"/>
          <w:numId w:val="9"/>
        </w:numPr>
        <w:rPr>
          <w:rFonts w:ascii="Calibri" w:hAnsi="Calibri"/>
        </w:rPr>
      </w:pPr>
      <w:r w:rsidRPr="000E4480">
        <w:rPr>
          <w:rFonts w:ascii="Calibri" w:hAnsi="Calibri"/>
        </w:rPr>
        <w:t>Measure in meters how far you or a group member can jump horizontally and convert it into inches.</w:t>
      </w:r>
    </w:p>
    <w:p w14:paraId="0BF45591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950E0F" wp14:editId="68494085">
                <wp:simplePos x="0" y="0"/>
                <wp:positionH relativeFrom="column">
                  <wp:posOffset>342900</wp:posOffset>
                </wp:positionH>
                <wp:positionV relativeFrom="paragraph">
                  <wp:posOffset>111125</wp:posOffset>
                </wp:positionV>
                <wp:extent cx="5715000" cy="1600200"/>
                <wp:effectExtent l="0" t="0" r="25400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60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FFBD4" id="Rectangle 19" o:spid="_x0000_s1026" style="position:absolute;margin-left:27pt;margin-top:8.75pt;width:450pt;height:1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" fillcolor="white [3201]" strokecolor="black [3200]" strokeweight="1pt">
                <v:fill opacity="0"/>
              </v:rect>
            </w:pict>
          </mc:Fallback>
        </mc:AlternateContent>
      </w:r>
    </w:p>
    <w:p w14:paraId="37834543" w14:textId="77777777" w:rsidR="003571B4" w:rsidRDefault="003571B4" w:rsidP="003571B4">
      <w:pPr>
        <w:ind w:left="720"/>
        <w:rPr>
          <w:rFonts w:ascii="Calibri" w:hAnsi="Calibri"/>
        </w:rPr>
      </w:pPr>
    </w:p>
    <w:p w14:paraId="4204EDE9" w14:textId="77777777" w:rsidR="003571B4" w:rsidRDefault="003571B4" w:rsidP="003571B4">
      <w:pPr>
        <w:ind w:left="720"/>
        <w:rPr>
          <w:rFonts w:ascii="Calibri" w:hAnsi="Calibri"/>
        </w:rPr>
      </w:pPr>
      <w:r>
        <w:rPr>
          <w:rFonts w:ascii="Calibri" w:hAnsi="Calibri"/>
        </w:rPr>
        <w:t>GIVEN:</w:t>
      </w:r>
      <w:r>
        <w:rPr>
          <w:rFonts w:ascii="Calibri" w:hAnsi="Calibri"/>
        </w:rPr>
        <w:tab/>
        <w:t>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LOOKING FOR: _____________________</w:t>
      </w:r>
    </w:p>
    <w:p w14:paraId="5227E3ED" w14:textId="77777777" w:rsidR="003571B4" w:rsidRDefault="003571B4" w:rsidP="003571B4">
      <w:pPr>
        <w:rPr>
          <w:rFonts w:ascii="Calibri" w:hAnsi="Calibri"/>
        </w:rPr>
      </w:pPr>
    </w:p>
    <w:p w14:paraId="5F5FE498" w14:textId="77777777" w:rsidR="003571B4" w:rsidRDefault="003571B4" w:rsidP="003571B4">
      <w:pPr>
        <w:rPr>
          <w:rFonts w:ascii="Calibri" w:hAnsi="Calibri"/>
        </w:rPr>
      </w:pPr>
      <w:r>
        <w:rPr>
          <w:rFonts w:ascii="Calibri" w:hAnsi="Calibri"/>
        </w:rPr>
        <w:tab/>
        <w:t>T-CHART:</w:t>
      </w:r>
    </w:p>
    <w:p w14:paraId="7CD191D4" w14:textId="77777777" w:rsidR="003571B4" w:rsidRDefault="003571B4" w:rsidP="003571B4">
      <w:pPr>
        <w:rPr>
          <w:rFonts w:ascii="Calibri" w:hAnsi="Calibri"/>
        </w:rPr>
      </w:pPr>
    </w:p>
    <w:p w14:paraId="0ED46077" w14:textId="77777777" w:rsidR="003571B4" w:rsidRDefault="003571B4" w:rsidP="003571B4">
      <w:pPr>
        <w:rPr>
          <w:rFonts w:ascii="Calibri" w:hAnsi="Calibri"/>
        </w:rPr>
      </w:pPr>
    </w:p>
    <w:p w14:paraId="04855ED2" w14:textId="77777777" w:rsidR="003571B4" w:rsidRDefault="003571B4" w:rsidP="003571B4">
      <w:pPr>
        <w:rPr>
          <w:rFonts w:ascii="Calibri" w:hAnsi="Calibri"/>
        </w:rPr>
      </w:pPr>
    </w:p>
    <w:p w14:paraId="0B934A80" w14:textId="77777777" w:rsidR="003571B4" w:rsidRDefault="003571B4" w:rsidP="003571B4">
      <w:pPr>
        <w:rPr>
          <w:rFonts w:ascii="Calibri" w:hAnsi="Calibri"/>
        </w:rPr>
      </w:pPr>
    </w:p>
    <w:p w14:paraId="2C9DCA6C" w14:textId="77777777" w:rsidR="003571B4" w:rsidRDefault="003571B4" w:rsidP="003571B4">
      <w:pPr>
        <w:rPr>
          <w:rFonts w:ascii="Calibri" w:hAnsi="Calibri"/>
        </w:rPr>
      </w:pPr>
    </w:p>
    <w:p w14:paraId="1C71D171" w14:textId="77777777" w:rsidR="005A10A7" w:rsidRDefault="005A10A7" w:rsidP="0006400E">
      <w:pPr>
        <w:rPr>
          <w:rFonts w:ascii="Calibri" w:hAnsi="Calibri"/>
          <w:b/>
          <w:sz w:val="28"/>
          <w:szCs w:val="28"/>
        </w:rPr>
      </w:pPr>
    </w:p>
    <w:p w14:paraId="510E50EC" w14:textId="557C96DE" w:rsidR="0006400E" w:rsidRPr="009B2709" w:rsidRDefault="0006400E" w:rsidP="0006400E">
      <w:pPr>
        <w:rPr>
          <w:rFonts w:ascii="Calibri" w:hAnsi="Calibri"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ROUND 2</w:t>
      </w:r>
      <w:r w:rsidRPr="009B2709">
        <w:rPr>
          <w:rFonts w:ascii="Calibri" w:hAnsi="Calibri"/>
          <w:b/>
          <w:sz w:val="32"/>
          <w:szCs w:val="32"/>
          <w:u w:val="single"/>
        </w:rPr>
        <w:t>:</w:t>
      </w:r>
      <w:r w:rsidRPr="009B2709">
        <w:rPr>
          <w:rFonts w:ascii="Calibri" w:hAnsi="Calibri"/>
          <w:sz w:val="32"/>
          <w:szCs w:val="32"/>
          <w:u w:val="single"/>
        </w:rPr>
        <w:t xml:space="preserve"> </w:t>
      </w:r>
      <w:r>
        <w:rPr>
          <w:rFonts w:ascii="Calibri" w:hAnsi="Calibri"/>
          <w:sz w:val="32"/>
          <w:szCs w:val="32"/>
          <w:u w:val="single"/>
        </w:rPr>
        <w:t>Mental Matches</w:t>
      </w:r>
      <w:r w:rsidR="005A10A7">
        <w:rPr>
          <w:rFonts w:ascii="Calibri" w:hAnsi="Calibri"/>
          <w:sz w:val="32"/>
          <w:szCs w:val="32"/>
          <w:u w:val="single"/>
        </w:rPr>
        <w:t xml:space="preserve"> (2 points each)</w:t>
      </w:r>
    </w:p>
    <w:p w14:paraId="2D433DAF" w14:textId="77777777" w:rsidR="009B2709" w:rsidRDefault="009B2709" w:rsidP="00B45A44">
      <w:pPr>
        <w:rPr>
          <w:rFonts w:ascii="Calibri" w:hAnsi="Calibri"/>
        </w:rPr>
      </w:pPr>
    </w:p>
    <w:p w14:paraId="44F52B7E" w14:textId="49E23EED" w:rsidR="005A10A7" w:rsidRPr="00B45A44" w:rsidRDefault="005A10A7" w:rsidP="00B45A44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 xml:space="preserve">Colleen weighs 124 pounds.  Convert this to kilograms.  (1 </w:t>
      </w:r>
      <w:r w:rsidR="00B45A44" w:rsidRPr="00B45A44">
        <w:rPr>
          <w:rFonts w:ascii="Calibri" w:hAnsi="Calibri"/>
        </w:rPr>
        <w:t>lb.</w:t>
      </w:r>
      <w:r w:rsidRPr="00B45A44">
        <w:rPr>
          <w:rFonts w:ascii="Calibri" w:hAnsi="Calibri"/>
        </w:rPr>
        <w:t xml:space="preserve"> = </w:t>
      </w:r>
      <w:r w:rsidR="00985527">
        <w:rPr>
          <w:rFonts w:ascii="Calibri" w:hAnsi="Calibri"/>
        </w:rPr>
        <w:t>0.45</w:t>
      </w:r>
      <w:r w:rsidRPr="00B45A44">
        <w:rPr>
          <w:rFonts w:ascii="Calibri" w:hAnsi="Calibri"/>
        </w:rPr>
        <w:t xml:space="preserve"> </w:t>
      </w:r>
      <w:r w:rsidR="00985527">
        <w:rPr>
          <w:rFonts w:ascii="Calibri" w:hAnsi="Calibri"/>
        </w:rPr>
        <w:t>kilo</w:t>
      </w:r>
      <w:r w:rsidRPr="00B45A44">
        <w:rPr>
          <w:rFonts w:ascii="Calibri" w:hAnsi="Calibri"/>
        </w:rPr>
        <w:t>grams)</w:t>
      </w:r>
    </w:p>
    <w:p w14:paraId="0C9262DC" w14:textId="77777777" w:rsidR="005A10A7" w:rsidRDefault="005A10A7" w:rsidP="00B45A44">
      <w:pPr>
        <w:rPr>
          <w:rFonts w:ascii="Calibri" w:hAnsi="Calibri"/>
        </w:rPr>
      </w:pPr>
    </w:p>
    <w:p w14:paraId="66E73C7B" w14:textId="77777777" w:rsidR="005A10A7" w:rsidRDefault="005A10A7" w:rsidP="00B45A44">
      <w:pPr>
        <w:rPr>
          <w:rFonts w:ascii="Calibri" w:hAnsi="Calibri"/>
        </w:rPr>
      </w:pPr>
    </w:p>
    <w:p w14:paraId="6AC9C317" w14:textId="77777777" w:rsidR="00B45A44" w:rsidRDefault="00B45A44" w:rsidP="00B45A44">
      <w:pPr>
        <w:rPr>
          <w:rFonts w:ascii="Calibri" w:hAnsi="Calibri"/>
        </w:rPr>
      </w:pPr>
    </w:p>
    <w:p w14:paraId="594E4C8E" w14:textId="77777777" w:rsidR="00B45A44" w:rsidRPr="00C304AB" w:rsidRDefault="00B45A44" w:rsidP="00B45A44">
      <w:pPr>
        <w:rPr>
          <w:rFonts w:ascii="Calibri" w:hAnsi="Calibri"/>
        </w:rPr>
      </w:pPr>
    </w:p>
    <w:p w14:paraId="62051EF8" w14:textId="6EB73F12" w:rsidR="005A10A7" w:rsidRDefault="005A10A7" w:rsidP="00B45A44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>An aspirin tablet contains 0.325 grams of acetaminophen.  How many grains is this</w:t>
      </w:r>
      <w:r w:rsidR="00B45A44" w:rsidRPr="00B45A44">
        <w:rPr>
          <w:rFonts w:ascii="Calibri" w:hAnsi="Calibri"/>
        </w:rPr>
        <w:t xml:space="preserve">?  (1 gram = 15.432 </w:t>
      </w:r>
      <w:r w:rsidRPr="00B45A44">
        <w:rPr>
          <w:rFonts w:ascii="Calibri" w:hAnsi="Calibri"/>
        </w:rPr>
        <w:t>grains)</w:t>
      </w:r>
    </w:p>
    <w:p w14:paraId="582017E8" w14:textId="77777777" w:rsidR="00C5429A" w:rsidRDefault="00C5429A" w:rsidP="00C5429A">
      <w:pPr>
        <w:rPr>
          <w:rFonts w:ascii="Calibri" w:hAnsi="Calibri"/>
        </w:rPr>
      </w:pPr>
    </w:p>
    <w:p w14:paraId="61CF8620" w14:textId="77777777" w:rsidR="00C5429A" w:rsidRDefault="00C5429A" w:rsidP="00C5429A">
      <w:pPr>
        <w:rPr>
          <w:rFonts w:ascii="Calibri" w:hAnsi="Calibri"/>
        </w:rPr>
      </w:pPr>
    </w:p>
    <w:p w14:paraId="0BAFE4B9" w14:textId="77777777" w:rsidR="00C5429A" w:rsidRDefault="00C5429A" w:rsidP="00C5429A">
      <w:pPr>
        <w:rPr>
          <w:rFonts w:ascii="Calibri" w:hAnsi="Calibri"/>
        </w:rPr>
      </w:pPr>
    </w:p>
    <w:p w14:paraId="715958C8" w14:textId="77777777" w:rsidR="00C5429A" w:rsidRPr="00C5429A" w:rsidRDefault="00C5429A" w:rsidP="00C5429A">
      <w:pPr>
        <w:rPr>
          <w:rFonts w:ascii="Calibri" w:hAnsi="Calibri"/>
        </w:rPr>
      </w:pPr>
    </w:p>
    <w:p w14:paraId="3910E4A3" w14:textId="77777777" w:rsidR="00C5429A" w:rsidRDefault="00C5429A" w:rsidP="00C5429A">
      <w:pPr>
        <w:pStyle w:val="BodyText"/>
        <w:numPr>
          <w:ilvl w:val="0"/>
          <w:numId w:val="13"/>
        </w:numPr>
        <w:rPr>
          <w:rFonts w:ascii="Calibri" w:hAnsi="Calibri"/>
          <w:sz w:val="24"/>
        </w:rPr>
      </w:pPr>
      <w:r w:rsidRPr="00C304AB">
        <w:rPr>
          <w:rFonts w:ascii="Calibri" w:hAnsi="Calibri"/>
          <w:sz w:val="24"/>
        </w:rPr>
        <w:t>How many miles will a person run during</w:t>
      </w:r>
      <w:r>
        <w:rPr>
          <w:rFonts w:ascii="Calibri" w:hAnsi="Calibri"/>
          <w:sz w:val="24"/>
        </w:rPr>
        <w:t xml:space="preserve"> a 10 kilometer race? (1 mile = 1.61 km)</w:t>
      </w:r>
    </w:p>
    <w:p w14:paraId="0C767FC8" w14:textId="77777777" w:rsidR="00C5429A" w:rsidRPr="00B45A44" w:rsidRDefault="00C5429A" w:rsidP="00C5429A">
      <w:pPr>
        <w:pStyle w:val="ListParagraph"/>
        <w:rPr>
          <w:rFonts w:ascii="Calibri" w:hAnsi="Calibri"/>
        </w:rPr>
      </w:pPr>
    </w:p>
    <w:p w14:paraId="7981FE76" w14:textId="77777777" w:rsidR="005A10A7" w:rsidRDefault="005A10A7" w:rsidP="00B45A44">
      <w:pPr>
        <w:rPr>
          <w:rFonts w:ascii="Calibri" w:hAnsi="Calibri"/>
        </w:rPr>
      </w:pPr>
    </w:p>
    <w:p w14:paraId="2BDBBF86" w14:textId="77777777" w:rsidR="00B45A44" w:rsidRDefault="00B45A44" w:rsidP="00B45A44">
      <w:pPr>
        <w:rPr>
          <w:rFonts w:ascii="Calibri" w:hAnsi="Calibri"/>
        </w:rPr>
      </w:pPr>
    </w:p>
    <w:tbl>
      <w:tblPr>
        <w:tblStyle w:val="ColorfulList-Accent1"/>
        <w:tblpPr w:leftFromText="180" w:rightFromText="180" w:vertAnchor="text" w:horzAnchor="page" w:tblpXSpec="center" w:tblpY="1"/>
        <w:tblW w:w="0" w:type="auto"/>
        <w:tblLook w:val="04A0" w:firstRow="1" w:lastRow="0" w:firstColumn="1" w:lastColumn="0" w:noHBand="0" w:noVBand="1"/>
      </w:tblPr>
      <w:tblGrid>
        <w:gridCol w:w="2934"/>
        <w:gridCol w:w="2934"/>
      </w:tblGrid>
      <w:tr w:rsidR="00C5429A" w:rsidRPr="00C5429A" w14:paraId="356F4B50" w14:textId="77777777" w:rsidTr="00C542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8" w:type="dxa"/>
            <w:gridSpan w:val="2"/>
          </w:tcPr>
          <w:p w14:paraId="12287724" w14:textId="77777777" w:rsidR="00C5429A" w:rsidRPr="00C5429A" w:rsidRDefault="00C5429A" w:rsidP="00C5429A">
            <w:pPr>
              <w:jc w:val="center"/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lastRenderedPageBreak/>
              <w:t>Conversion Table</w:t>
            </w:r>
          </w:p>
        </w:tc>
      </w:tr>
      <w:tr w:rsidR="00C5429A" w:rsidRPr="00C5429A" w14:paraId="4173EA3C" w14:textId="77777777" w:rsidTr="00C54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dxa"/>
          </w:tcPr>
          <w:p w14:paraId="09A90E7D" w14:textId="77777777" w:rsidR="00C5429A" w:rsidRPr="00C5429A" w:rsidRDefault="00C5429A" w:rsidP="00C5429A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>1 nautical mile = 6,076 feet</w:t>
            </w:r>
          </w:p>
          <w:p w14:paraId="359D7D65" w14:textId="77777777" w:rsidR="00C5429A" w:rsidRPr="00C5429A" w:rsidRDefault="00C5429A" w:rsidP="00C5429A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>1 league = 5,280 yards</w:t>
            </w:r>
          </w:p>
          <w:p w14:paraId="75E05711" w14:textId="77777777" w:rsidR="00C5429A" w:rsidRPr="00C5429A" w:rsidRDefault="00C5429A" w:rsidP="00C5429A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>1 yard = 3 feet</w:t>
            </w:r>
          </w:p>
          <w:p w14:paraId="3A791D0A" w14:textId="77777777" w:rsidR="00C5429A" w:rsidRPr="00C5429A" w:rsidRDefault="00C5429A" w:rsidP="00C5429A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>1 fathom = 6 feet</w:t>
            </w:r>
          </w:p>
          <w:p w14:paraId="535BD7D5" w14:textId="4C768743" w:rsidR="00C5429A" w:rsidRPr="00C5429A" w:rsidRDefault="00C5429A" w:rsidP="00C5429A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>1 mile = 5</w:t>
            </w:r>
            <w:r w:rsidR="00535F9D">
              <w:rPr>
                <w:rFonts w:ascii="Calibri" w:hAnsi="Calibri"/>
                <w:b w:val="0"/>
                <w:sz w:val="22"/>
                <w:szCs w:val="22"/>
              </w:rPr>
              <w:t>,</w:t>
            </w:r>
            <w:r w:rsidRPr="00C5429A">
              <w:rPr>
                <w:rFonts w:ascii="Calibri" w:hAnsi="Calibri"/>
                <w:b w:val="0"/>
                <w:sz w:val="22"/>
                <w:szCs w:val="22"/>
              </w:rPr>
              <w:t>280 feet</w:t>
            </w:r>
          </w:p>
          <w:p w14:paraId="0573DFFF" w14:textId="77777777" w:rsidR="00C5429A" w:rsidRPr="00C5429A" w:rsidRDefault="00C5429A" w:rsidP="00C5429A">
            <w:pPr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b w:val="0"/>
                <w:sz w:val="22"/>
                <w:szCs w:val="22"/>
              </w:rPr>
              <w:t xml:space="preserve">2 pints = 1 </w:t>
            </w:r>
            <w:proofErr w:type="gramStart"/>
            <w:r w:rsidRPr="00C5429A">
              <w:rPr>
                <w:rFonts w:ascii="Calibri" w:hAnsi="Calibri"/>
                <w:b w:val="0"/>
                <w:sz w:val="22"/>
                <w:szCs w:val="22"/>
              </w:rPr>
              <w:t>quart</w:t>
            </w:r>
            <w:proofErr w:type="gramEnd"/>
          </w:p>
        </w:tc>
        <w:tc>
          <w:tcPr>
            <w:tcW w:w="2934" w:type="dxa"/>
          </w:tcPr>
          <w:p w14:paraId="4964F667" w14:textId="77777777" w:rsidR="00C5429A" w:rsidRPr="00C5429A" w:rsidRDefault="00C5429A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sz w:val="22"/>
                <w:szCs w:val="22"/>
              </w:rPr>
              <w:t xml:space="preserve">4 gills = </w:t>
            </w:r>
            <w:r>
              <w:rPr>
                <w:rFonts w:ascii="Calibri" w:hAnsi="Calibri"/>
                <w:sz w:val="22"/>
                <w:szCs w:val="22"/>
              </w:rPr>
              <w:t xml:space="preserve">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pint</w:t>
            </w:r>
            <w:proofErr w:type="gramEnd"/>
          </w:p>
          <w:p w14:paraId="414DB32C" w14:textId="54D19A36" w:rsidR="00C5429A" w:rsidRPr="00C5429A" w:rsidRDefault="00CE2B20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liter = 1.06</w:t>
            </w:r>
            <w:r w:rsidR="00C5429A" w:rsidRPr="00C5429A">
              <w:rPr>
                <w:rFonts w:ascii="Calibri" w:hAnsi="Calibri"/>
                <w:sz w:val="22"/>
                <w:szCs w:val="22"/>
              </w:rPr>
              <w:t xml:space="preserve"> quarts</w:t>
            </w:r>
          </w:p>
          <w:p w14:paraId="5CDF6C16" w14:textId="77777777" w:rsidR="00C5429A" w:rsidRPr="00C5429A" w:rsidRDefault="00C5429A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sz w:val="22"/>
                <w:szCs w:val="22"/>
              </w:rPr>
              <w:t>1 hand = 4 inches</w:t>
            </w:r>
          </w:p>
          <w:p w14:paraId="02425E50" w14:textId="77777777" w:rsidR="00C5429A" w:rsidRPr="00C5429A" w:rsidRDefault="00C5429A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sz w:val="22"/>
                <w:szCs w:val="22"/>
              </w:rPr>
              <w:t>1 inch = 2.54 centimeters</w:t>
            </w:r>
          </w:p>
          <w:p w14:paraId="4728E021" w14:textId="77777777" w:rsidR="00C5429A" w:rsidRPr="00C5429A" w:rsidRDefault="00C5429A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sz w:val="22"/>
                <w:szCs w:val="22"/>
              </w:rPr>
              <w:t>1 meter = 100 centimeters</w:t>
            </w:r>
          </w:p>
          <w:p w14:paraId="062B2D42" w14:textId="77777777" w:rsidR="00C5429A" w:rsidRPr="00C5429A" w:rsidRDefault="00C5429A" w:rsidP="00C542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  <w:r w:rsidRPr="00C5429A">
              <w:rPr>
                <w:rFonts w:ascii="Calibri" w:hAnsi="Calibri"/>
                <w:sz w:val="22"/>
                <w:szCs w:val="22"/>
              </w:rPr>
              <w:t>4 pecks = 32 quarts</w:t>
            </w:r>
          </w:p>
        </w:tc>
      </w:tr>
    </w:tbl>
    <w:p w14:paraId="381475C6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03F70F2A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380D76C1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7791A24D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290C5C29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5A3851DB" w14:textId="77777777" w:rsidR="00C5429A" w:rsidRDefault="00C5429A" w:rsidP="00C5429A">
      <w:pPr>
        <w:pStyle w:val="BodyText"/>
        <w:ind w:left="720"/>
        <w:rPr>
          <w:rFonts w:ascii="Calibri" w:hAnsi="Calibri"/>
          <w:sz w:val="24"/>
        </w:rPr>
      </w:pPr>
    </w:p>
    <w:p w14:paraId="2EA62DF4" w14:textId="77777777" w:rsidR="00C5429A" w:rsidRDefault="00C5429A" w:rsidP="00C5429A">
      <w:pPr>
        <w:pStyle w:val="BodyText"/>
        <w:rPr>
          <w:rFonts w:ascii="Calibri" w:hAnsi="Calibri"/>
          <w:sz w:val="24"/>
        </w:rPr>
      </w:pPr>
    </w:p>
    <w:p w14:paraId="176019B9" w14:textId="77777777" w:rsidR="00B45A44" w:rsidRPr="00C304AB" w:rsidRDefault="00B45A44" w:rsidP="00B45A44">
      <w:pPr>
        <w:pStyle w:val="BodyText"/>
        <w:rPr>
          <w:rFonts w:ascii="Calibri" w:hAnsi="Calibri"/>
          <w:sz w:val="24"/>
        </w:rPr>
      </w:pPr>
    </w:p>
    <w:p w14:paraId="7E103403" w14:textId="79539252" w:rsidR="005A10A7" w:rsidRDefault="005A10A7" w:rsidP="00C5429A">
      <w:pPr>
        <w:pStyle w:val="BodyText"/>
        <w:numPr>
          <w:ilvl w:val="0"/>
          <w:numId w:val="13"/>
        </w:numPr>
        <w:rPr>
          <w:rFonts w:ascii="Calibri" w:hAnsi="Calibri"/>
          <w:sz w:val="24"/>
        </w:rPr>
      </w:pPr>
      <w:r w:rsidRPr="00C304AB">
        <w:rPr>
          <w:rFonts w:ascii="Calibri" w:hAnsi="Calibri"/>
          <w:sz w:val="24"/>
        </w:rPr>
        <w:t>The moon is 250,000 miles away. How many feet is it from earth?</w:t>
      </w:r>
      <w:r w:rsidR="00B45A44">
        <w:rPr>
          <w:rFonts w:ascii="Calibri" w:hAnsi="Calibri"/>
          <w:sz w:val="24"/>
        </w:rPr>
        <w:t xml:space="preserve"> </w:t>
      </w:r>
    </w:p>
    <w:p w14:paraId="4EA86035" w14:textId="77777777" w:rsidR="005A10A7" w:rsidRDefault="005A10A7" w:rsidP="00B45A44">
      <w:pPr>
        <w:pStyle w:val="BodyText"/>
        <w:rPr>
          <w:rFonts w:ascii="Calibri" w:hAnsi="Calibri"/>
          <w:sz w:val="24"/>
        </w:rPr>
      </w:pPr>
    </w:p>
    <w:p w14:paraId="2C7FBAAE" w14:textId="77777777" w:rsidR="005A10A7" w:rsidRDefault="005A10A7" w:rsidP="00B45A44">
      <w:pPr>
        <w:pStyle w:val="BodyText"/>
        <w:rPr>
          <w:rFonts w:ascii="Calibri" w:hAnsi="Calibri"/>
          <w:sz w:val="24"/>
        </w:rPr>
      </w:pPr>
    </w:p>
    <w:p w14:paraId="5CC77DEF" w14:textId="77777777" w:rsidR="00B45A44" w:rsidRDefault="00B45A44" w:rsidP="00B45A44">
      <w:pPr>
        <w:pStyle w:val="BodyText"/>
        <w:rPr>
          <w:rFonts w:ascii="Calibri" w:hAnsi="Calibri"/>
          <w:sz w:val="24"/>
        </w:rPr>
      </w:pPr>
    </w:p>
    <w:p w14:paraId="3B296E7E" w14:textId="77777777" w:rsidR="005A10A7" w:rsidRPr="00C304AB" w:rsidRDefault="005A10A7" w:rsidP="00B45A44">
      <w:pPr>
        <w:pStyle w:val="BodyText"/>
        <w:rPr>
          <w:rFonts w:ascii="Calibri" w:hAnsi="Calibri"/>
          <w:sz w:val="24"/>
        </w:rPr>
      </w:pPr>
    </w:p>
    <w:p w14:paraId="3F80A3FA" w14:textId="19F2CDD4" w:rsidR="005A10A7" w:rsidRPr="00B45A44" w:rsidRDefault="005A10A7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>How many grams of food would you need in order to consume 2150 calories?</w:t>
      </w:r>
      <w:r w:rsidR="004A0C56">
        <w:rPr>
          <w:rFonts w:ascii="Calibri" w:hAnsi="Calibri"/>
        </w:rPr>
        <w:t xml:space="preserve"> </w:t>
      </w:r>
      <w:r w:rsidR="004A0C56" w:rsidRPr="00B45A44">
        <w:rPr>
          <w:rFonts w:ascii="Calibri" w:hAnsi="Calibri"/>
        </w:rPr>
        <w:t>16.0 grams</w:t>
      </w:r>
      <w:r w:rsidR="004A0C56">
        <w:rPr>
          <w:rFonts w:ascii="Calibri" w:hAnsi="Calibri"/>
        </w:rPr>
        <w:t xml:space="preserve"> of food contain 130 calories. </w:t>
      </w:r>
    </w:p>
    <w:p w14:paraId="46F21E61" w14:textId="39CC926D" w:rsidR="005A10A7" w:rsidRDefault="005A10A7" w:rsidP="00B45A44">
      <w:pPr>
        <w:rPr>
          <w:rFonts w:ascii="Calibri" w:hAnsi="Calibri"/>
        </w:rPr>
      </w:pPr>
    </w:p>
    <w:p w14:paraId="0C3CE66A" w14:textId="77777777" w:rsidR="00B45A44" w:rsidRPr="00C304AB" w:rsidRDefault="00B45A44" w:rsidP="00B45A44">
      <w:pPr>
        <w:rPr>
          <w:rFonts w:ascii="Calibri" w:hAnsi="Calibri"/>
        </w:rPr>
      </w:pPr>
    </w:p>
    <w:p w14:paraId="088588F0" w14:textId="77777777" w:rsidR="00B45A44" w:rsidRDefault="00B45A44" w:rsidP="00B45A44">
      <w:pPr>
        <w:pStyle w:val="BodyText"/>
        <w:rPr>
          <w:rFonts w:ascii="Calibri" w:hAnsi="Calibri"/>
          <w:b/>
          <w:sz w:val="24"/>
        </w:rPr>
      </w:pPr>
    </w:p>
    <w:p w14:paraId="6C372EB6" w14:textId="77777777" w:rsidR="00B45A44" w:rsidRDefault="00B45A44" w:rsidP="00B45A44">
      <w:pPr>
        <w:pStyle w:val="BodyText"/>
        <w:rPr>
          <w:rFonts w:ascii="Calibri" w:hAnsi="Calibri"/>
          <w:b/>
          <w:sz w:val="24"/>
        </w:rPr>
      </w:pPr>
    </w:p>
    <w:p w14:paraId="646090F5" w14:textId="77777777" w:rsidR="005A10A7" w:rsidRPr="00B45A44" w:rsidRDefault="005A10A7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 xml:space="preserve">Your cruise ship is leaving for a 610-league adventure.  How many nautical miles is this? </w:t>
      </w:r>
      <w:r w:rsidRPr="00B45A44">
        <w:rPr>
          <w:rFonts w:ascii="Calibri" w:hAnsi="Calibri"/>
          <w:i/>
        </w:rPr>
        <w:t xml:space="preserve">Leagues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yards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feet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nautical miles</w:t>
      </w:r>
    </w:p>
    <w:p w14:paraId="67A5E7CF" w14:textId="77777777" w:rsidR="005A10A7" w:rsidRDefault="005A10A7" w:rsidP="00B45A44">
      <w:pPr>
        <w:ind w:left="720"/>
        <w:rPr>
          <w:rFonts w:ascii="Calibri" w:hAnsi="Calibri"/>
        </w:rPr>
      </w:pPr>
    </w:p>
    <w:p w14:paraId="05E3093A" w14:textId="77777777" w:rsidR="00B45A44" w:rsidRDefault="00B45A44" w:rsidP="00B45A44">
      <w:pPr>
        <w:ind w:left="720"/>
        <w:rPr>
          <w:rFonts w:ascii="Calibri" w:hAnsi="Calibri"/>
        </w:rPr>
      </w:pPr>
    </w:p>
    <w:p w14:paraId="12139821" w14:textId="77777777" w:rsidR="00B45A44" w:rsidRDefault="00B45A44" w:rsidP="00B45A44">
      <w:pPr>
        <w:rPr>
          <w:rFonts w:ascii="Calibri" w:hAnsi="Calibri"/>
        </w:rPr>
      </w:pPr>
    </w:p>
    <w:p w14:paraId="14BFEF73" w14:textId="77777777" w:rsidR="00B45A44" w:rsidRPr="00C304AB" w:rsidRDefault="00B45A44" w:rsidP="00B45A44">
      <w:pPr>
        <w:ind w:left="720"/>
        <w:rPr>
          <w:rFonts w:ascii="Calibri" w:hAnsi="Calibri"/>
        </w:rPr>
      </w:pPr>
    </w:p>
    <w:p w14:paraId="62BAE41D" w14:textId="77777777" w:rsidR="005A10A7" w:rsidRPr="00B45A44" w:rsidRDefault="005A10A7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 xml:space="preserve">Later the ship is discovered at 38 fathoms deep under water.  Convert this to miles. </w:t>
      </w:r>
      <w:r w:rsidRPr="00B45A44">
        <w:rPr>
          <w:rFonts w:ascii="Calibri" w:hAnsi="Calibri"/>
          <w:i/>
        </w:rPr>
        <w:t xml:space="preserve">Fathoms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feet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miles</w:t>
      </w:r>
      <w:r w:rsidRPr="00B45A44">
        <w:rPr>
          <w:rFonts w:ascii="Calibri" w:hAnsi="Calibri"/>
        </w:rPr>
        <w:t xml:space="preserve"> </w:t>
      </w:r>
    </w:p>
    <w:p w14:paraId="36CE064D" w14:textId="77777777" w:rsidR="005A10A7" w:rsidRPr="00C304AB" w:rsidRDefault="005A10A7" w:rsidP="00B45A44">
      <w:pPr>
        <w:ind w:left="720"/>
        <w:rPr>
          <w:rFonts w:ascii="Calibri" w:hAnsi="Calibri"/>
        </w:rPr>
      </w:pPr>
    </w:p>
    <w:p w14:paraId="2BA6045C" w14:textId="77777777" w:rsidR="005A10A7" w:rsidRDefault="005A10A7" w:rsidP="00B45A44">
      <w:pPr>
        <w:ind w:left="720"/>
        <w:rPr>
          <w:rFonts w:ascii="Calibri" w:hAnsi="Calibri"/>
        </w:rPr>
      </w:pPr>
    </w:p>
    <w:p w14:paraId="1C07E3BF" w14:textId="77777777" w:rsidR="00B45A44" w:rsidRDefault="00B45A44" w:rsidP="00B45A44">
      <w:pPr>
        <w:ind w:left="720"/>
        <w:rPr>
          <w:rFonts w:ascii="Calibri" w:hAnsi="Calibri"/>
        </w:rPr>
      </w:pPr>
    </w:p>
    <w:p w14:paraId="4E5B66FD" w14:textId="77777777" w:rsidR="00B45A44" w:rsidRPr="00C304AB" w:rsidRDefault="00B45A44" w:rsidP="00B45A44">
      <w:pPr>
        <w:ind w:left="720"/>
        <w:rPr>
          <w:rFonts w:ascii="Calibri" w:hAnsi="Calibri"/>
        </w:rPr>
      </w:pPr>
    </w:p>
    <w:p w14:paraId="41DA3738" w14:textId="77777777" w:rsidR="00B45A44" w:rsidRDefault="00B45A44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You</w:t>
      </w:r>
      <w:r w:rsidR="005A10A7" w:rsidRPr="00B45A44">
        <w:rPr>
          <w:rFonts w:ascii="Calibri" w:hAnsi="Calibri"/>
        </w:rPr>
        <w:t xml:space="preserve"> are rationed to 32 gills of fresh water a day.  How many liters is this?</w:t>
      </w:r>
    </w:p>
    <w:p w14:paraId="1B020B46" w14:textId="6B853D60" w:rsidR="005A10A7" w:rsidRPr="00B45A44" w:rsidRDefault="005A10A7" w:rsidP="00B45A44">
      <w:pPr>
        <w:pStyle w:val="ListParagraph"/>
        <w:rPr>
          <w:rFonts w:ascii="Calibri" w:hAnsi="Calibri"/>
          <w:i/>
        </w:rPr>
      </w:pPr>
      <w:r w:rsidRPr="00B45A44">
        <w:rPr>
          <w:rFonts w:ascii="Calibri" w:hAnsi="Calibri"/>
          <w:i/>
        </w:rPr>
        <w:t xml:space="preserve">Gills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pints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quarts </w:t>
      </w:r>
      <w:r w:rsidRPr="00B45A44">
        <w:rPr>
          <w:i/>
        </w:rPr>
        <w:sym w:font="Wingdings" w:char="F0E0"/>
      </w:r>
      <w:r w:rsidRPr="00B45A44">
        <w:rPr>
          <w:rFonts w:ascii="Calibri" w:hAnsi="Calibri"/>
          <w:i/>
        </w:rPr>
        <w:t xml:space="preserve"> liters</w:t>
      </w:r>
    </w:p>
    <w:p w14:paraId="38774BB4" w14:textId="77777777" w:rsidR="005A10A7" w:rsidRDefault="005A10A7" w:rsidP="00B45A44">
      <w:pPr>
        <w:ind w:left="720"/>
        <w:rPr>
          <w:rFonts w:ascii="Calibri" w:hAnsi="Calibri"/>
        </w:rPr>
      </w:pPr>
    </w:p>
    <w:p w14:paraId="21DC6A8F" w14:textId="77777777" w:rsidR="00B45A44" w:rsidRDefault="00B45A44" w:rsidP="00B45A44">
      <w:pPr>
        <w:rPr>
          <w:rFonts w:ascii="Calibri" w:hAnsi="Calibri"/>
        </w:rPr>
      </w:pPr>
    </w:p>
    <w:p w14:paraId="1FF0B6C2" w14:textId="77777777" w:rsidR="00B45A44" w:rsidRDefault="00B45A44" w:rsidP="00B45A44">
      <w:pPr>
        <w:ind w:left="720"/>
        <w:rPr>
          <w:rFonts w:ascii="Calibri" w:hAnsi="Calibri"/>
        </w:rPr>
      </w:pPr>
    </w:p>
    <w:p w14:paraId="709FFCE7" w14:textId="77777777" w:rsidR="00B45A44" w:rsidRPr="00C304AB" w:rsidRDefault="00B45A44" w:rsidP="00B45A44">
      <w:pPr>
        <w:ind w:left="720"/>
        <w:rPr>
          <w:rFonts w:ascii="Calibri" w:hAnsi="Calibri"/>
        </w:rPr>
      </w:pPr>
    </w:p>
    <w:p w14:paraId="53A018F9" w14:textId="7D15F668" w:rsidR="005A10A7" w:rsidRPr="00C5429A" w:rsidRDefault="005A10A7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>To reach the top of a palm t</w:t>
      </w:r>
      <w:r w:rsidR="00B45A44">
        <w:rPr>
          <w:rFonts w:ascii="Calibri" w:hAnsi="Calibri"/>
        </w:rPr>
        <w:t>ree for a coconut you will have</w:t>
      </w:r>
      <w:r w:rsidR="00C5429A">
        <w:rPr>
          <w:rFonts w:ascii="Calibri" w:hAnsi="Calibri"/>
        </w:rPr>
        <w:t xml:space="preserve"> </w:t>
      </w:r>
      <w:r w:rsidRPr="00C5429A">
        <w:rPr>
          <w:rFonts w:ascii="Calibri" w:hAnsi="Calibri"/>
        </w:rPr>
        <w:t>to climb 7.4 meters.  How many hands is this?</w:t>
      </w:r>
      <w:r w:rsidR="00C5429A">
        <w:rPr>
          <w:rFonts w:ascii="Calibri" w:hAnsi="Calibri"/>
        </w:rPr>
        <w:t xml:space="preserve"> </w:t>
      </w:r>
      <w:r w:rsidRPr="00C5429A">
        <w:rPr>
          <w:rFonts w:ascii="Calibri" w:hAnsi="Calibri"/>
          <w:i/>
        </w:rPr>
        <w:t xml:space="preserve">Meters </w:t>
      </w:r>
      <w:r w:rsidRPr="00B45A44">
        <w:sym w:font="Wingdings" w:char="F0E0"/>
      </w:r>
      <w:r w:rsidRPr="00C5429A">
        <w:rPr>
          <w:rFonts w:ascii="Calibri" w:hAnsi="Calibri"/>
          <w:i/>
        </w:rPr>
        <w:t xml:space="preserve"> centimeters </w:t>
      </w:r>
      <w:r w:rsidRPr="00B45A44">
        <w:sym w:font="Wingdings" w:char="F0E0"/>
      </w:r>
      <w:r w:rsidRPr="00C5429A">
        <w:rPr>
          <w:rFonts w:ascii="Calibri" w:hAnsi="Calibri"/>
          <w:i/>
        </w:rPr>
        <w:t xml:space="preserve"> inches </w:t>
      </w:r>
      <w:r w:rsidRPr="00B45A44">
        <w:sym w:font="Wingdings" w:char="F0E0"/>
      </w:r>
      <w:r w:rsidRPr="00C5429A">
        <w:rPr>
          <w:rFonts w:ascii="Calibri" w:hAnsi="Calibri"/>
          <w:i/>
        </w:rPr>
        <w:t xml:space="preserve"> hands</w:t>
      </w:r>
    </w:p>
    <w:p w14:paraId="3FEAE777" w14:textId="77777777" w:rsidR="005A10A7" w:rsidRDefault="005A10A7" w:rsidP="00B45A44">
      <w:pPr>
        <w:ind w:left="720"/>
        <w:rPr>
          <w:rFonts w:ascii="Calibri" w:hAnsi="Calibri"/>
        </w:rPr>
      </w:pPr>
    </w:p>
    <w:p w14:paraId="44B60E3F" w14:textId="77777777" w:rsidR="00B45A44" w:rsidRDefault="00B45A44" w:rsidP="00B45A44">
      <w:pPr>
        <w:ind w:left="720"/>
        <w:rPr>
          <w:rFonts w:ascii="Calibri" w:hAnsi="Calibri"/>
        </w:rPr>
      </w:pPr>
    </w:p>
    <w:p w14:paraId="174D691F" w14:textId="77777777" w:rsidR="00B45A44" w:rsidRDefault="00B45A44" w:rsidP="00B45A44">
      <w:pPr>
        <w:ind w:left="720"/>
        <w:rPr>
          <w:rFonts w:ascii="Calibri" w:hAnsi="Calibri"/>
        </w:rPr>
      </w:pPr>
    </w:p>
    <w:p w14:paraId="4D9324AB" w14:textId="77777777" w:rsidR="00B45A44" w:rsidRPr="00C304AB" w:rsidRDefault="00B45A44" w:rsidP="00B45A44">
      <w:pPr>
        <w:ind w:left="720"/>
        <w:rPr>
          <w:rFonts w:ascii="Calibri" w:hAnsi="Calibri"/>
        </w:rPr>
      </w:pPr>
    </w:p>
    <w:p w14:paraId="31BEA65C" w14:textId="3F4004EB" w:rsidR="005A10A7" w:rsidRPr="00C5429A" w:rsidRDefault="005A10A7" w:rsidP="00C5429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B45A44">
        <w:rPr>
          <w:rFonts w:ascii="Calibri" w:hAnsi="Calibri"/>
        </w:rPr>
        <w:t xml:space="preserve">The island is rich with hot </w:t>
      </w:r>
      <w:r w:rsidR="00B45A44" w:rsidRPr="00B45A44">
        <w:rPr>
          <w:rFonts w:ascii="Calibri" w:hAnsi="Calibri"/>
        </w:rPr>
        <w:t>chili</w:t>
      </w:r>
      <w:r w:rsidR="00B45A44">
        <w:rPr>
          <w:rFonts w:ascii="Calibri" w:hAnsi="Calibri"/>
        </w:rPr>
        <w:t xml:space="preserve"> peppers. </w:t>
      </w:r>
      <w:r w:rsidRPr="00B45A44">
        <w:rPr>
          <w:rFonts w:ascii="Calibri" w:hAnsi="Calibri"/>
        </w:rPr>
        <w:t>You c</w:t>
      </w:r>
      <w:r w:rsidR="00B45A44">
        <w:rPr>
          <w:rFonts w:ascii="Calibri" w:hAnsi="Calibri"/>
        </w:rPr>
        <w:t>an collect 1.6</w:t>
      </w:r>
      <w:r w:rsidR="00C5429A">
        <w:rPr>
          <w:rFonts w:ascii="Calibri" w:hAnsi="Calibri"/>
        </w:rPr>
        <w:t xml:space="preserve"> </w:t>
      </w:r>
      <w:r w:rsidR="00B45A44" w:rsidRPr="00C5429A">
        <w:rPr>
          <w:rFonts w:ascii="Calibri" w:hAnsi="Calibri"/>
        </w:rPr>
        <w:t xml:space="preserve">pecks a day. </w:t>
      </w:r>
      <w:r w:rsidRPr="00C5429A">
        <w:rPr>
          <w:rFonts w:ascii="Calibri" w:hAnsi="Calibri"/>
        </w:rPr>
        <w:t>How many liters could you collect in 1 week?</w:t>
      </w:r>
      <w:r w:rsidR="00C5429A">
        <w:rPr>
          <w:rFonts w:ascii="Calibri" w:hAnsi="Calibri"/>
        </w:rPr>
        <w:t xml:space="preserve"> </w:t>
      </w:r>
      <w:r w:rsidR="00535F9D" w:rsidRPr="00535F9D">
        <w:rPr>
          <w:rFonts w:ascii="Calibri" w:hAnsi="Calibri"/>
          <w:i/>
        </w:rPr>
        <w:t xml:space="preserve">1 week </w:t>
      </w:r>
      <w:r w:rsidR="00535F9D" w:rsidRPr="00535F9D">
        <w:rPr>
          <w:rFonts w:ascii="Calibri" w:hAnsi="Calibri"/>
          <w:i/>
        </w:rPr>
        <w:sym w:font="Wingdings" w:char="F0E0"/>
      </w:r>
      <w:r w:rsidR="00535F9D" w:rsidRPr="00535F9D">
        <w:rPr>
          <w:rFonts w:ascii="Calibri" w:hAnsi="Calibri"/>
          <w:i/>
        </w:rPr>
        <w:t xml:space="preserve"> days </w:t>
      </w:r>
      <w:r w:rsidR="00535F9D" w:rsidRPr="00535F9D">
        <w:rPr>
          <w:rFonts w:ascii="Calibri" w:hAnsi="Calibri"/>
          <w:i/>
        </w:rPr>
        <w:sym w:font="Wingdings" w:char="F0E0"/>
      </w:r>
      <w:r w:rsidR="00535F9D">
        <w:rPr>
          <w:rFonts w:ascii="Calibri" w:hAnsi="Calibri"/>
        </w:rPr>
        <w:t xml:space="preserve"> </w:t>
      </w:r>
      <w:r w:rsidR="00535F9D">
        <w:rPr>
          <w:rFonts w:ascii="Calibri" w:hAnsi="Calibri"/>
          <w:i/>
        </w:rPr>
        <w:t>p</w:t>
      </w:r>
      <w:r w:rsidRPr="00C5429A">
        <w:rPr>
          <w:rFonts w:ascii="Calibri" w:hAnsi="Calibri"/>
          <w:i/>
        </w:rPr>
        <w:t xml:space="preserve">ecks </w:t>
      </w:r>
      <w:r w:rsidRPr="00B45A44">
        <w:sym w:font="Wingdings" w:char="F0E0"/>
      </w:r>
      <w:r w:rsidRPr="00C5429A">
        <w:rPr>
          <w:rFonts w:ascii="Calibri" w:hAnsi="Calibri"/>
          <w:i/>
        </w:rPr>
        <w:t xml:space="preserve"> quarts </w:t>
      </w:r>
      <w:r w:rsidRPr="00B45A44">
        <w:sym w:font="Wingdings" w:char="F0E0"/>
      </w:r>
      <w:r w:rsidRPr="00C5429A">
        <w:rPr>
          <w:rFonts w:ascii="Calibri" w:hAnsi="Calibri"/>
          <w:i/>
        </w:rPr>
        <w:t xml:space="preserve"> liters</w:t>
      </w:r>
    </w:p>
    <w:p w14:paraId="7A00E100" w14:textId="77777777" w:rsidR="005A10A7" w:rsidRDefault="005A10A7" w:rsidP="00B45A44">
      <w:pPr>
        <w:ind w:left="720"/>
        <w:rPr>
          <w:rFonts w:ascii="Calibri" w:hAnsi="Calibri"/>
        </w:rPr>
      </w:pPr>
    </w:p>
    <w:p w14:paraId="20F285F2" w14:textId="77777777" w:rsidR="00B45A44" w:rsidRDefault="00B45A44" w:rsidP="00B45A44">
      <w:pPr>
        <w:ind w:left="720"/>
        <w:rPr>
          <w:rFonts w:ascii="Calibri" w:hAnsi="Calibri"/>
        </w:rPr>
      </w:pPr>
    </w:p>
    <w:p w14:paraId="3FDF05EF" w14:textId="77777777" w:rsidR="00C5429A" w:rsidRDefault="00C5429A" w:rsidP="00B45A44">
      <w:pPr>
        <w:ind w:left="720"/>
        <w:rPr>
          <w:rFonts w:ascii="Calibri" w:hAnsi="Calibri"/>
        </w:rPr>
      </w:pPr>
      <w:bookmarkStart w:id="0" w:name="_GoBack"/>
      <w:bookmarkEnd w:id="0"/>
    </w:p>
    <w:p w14:paraId="06C4976E" w14:textId="77777777" w:rsidR="00297370" w:rsidRPr="009B2709" w:rsidRDefault="00297370" w:rsidP="009B2709">
      <w:pPr>
        <w:rPr>
          <w:rFonts w:ascii="Calibri" w:hAnsi="Calibri"/>
        </w:rPr>
      </w:pPr>
    </w:p>
    <w:sectPr w:rsidR="00297370" w:rsidRPr="009B2709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4620F"/>
    <w:multiLevelType w:val="hybridMultilevel"/>
    <w:tmpl w:val="2BDAC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10E14"/>
    <w:multiLevelType w:val="hybridMultilevel"/>
    <w:tmpl w:val="D05E4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E053C"/>
    <w:multiLevelType w:val="hybridMultilevel"/>
    <w:tmpl w:val="57223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86FE3"/>
    <w:multiLevelType w:val="multilevel"/>
    <w:tmpl w:val="22CEA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B6339"/>
    <w:multiLevelType w:val="hybridMultilevel"/>
    <w:tmpl w:val="AB6E1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BAB"/>
    <w:multiLevelType w:val="multilevel"/>
    <w:tmpl w:val="D05E4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C037A"/>
    <w:multiLevelType w:val="hybridMultilevel"/>
    <w:tmpl w:val="FF888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93F29"/>
    <w:multiLevelType w:val="hybridMultilevel"/>
    <w:tmpl w:val="22CEA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4714D"/>
    <w:multiLevelType w:val="hybridMultilevel"/>
    <w:tmpl w:val="7636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515E2"/>
    <w:multiLevelType w:val="hybridMultilevel"/>
    <w:tmpl w:val="49F6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407D2"/>
    <w:multiLevelType w:val="hybridMultilevel"/>
    <w:tmpl w:val="8E946C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C4CB41E">
      <w:start w:val="4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141CF4"/>
    <w:multiLevelType w:val="hybridMultilevel"/>
    <w:tmpl w:val="EAD0CC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477A39"/>
    <w:multiLevelType w:val="hybridMultilevel"/>
    <w:tmpl w:val="5CA8F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D0844"/>
    <w:multiLevelType w:val="hybridMultilevel"/>
    <w:tmpl w:val="B7780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A22BD"/>
    <w:multiLevelType w:val="hybridMultilevel"/>
    <w:tmpl w:val="A690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21C51"/>
    <w:multiLevelType w:val="hybridMultilevel"/>
    <w:tmpl w:val="1E7CFB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5"/>
  </w:num>
  <w:num w:numId="5">
    <w:abstractNumId w:val="13"/>
  </w:num>
  <w:num w:numId="6">
    <w:abstractNumId w:val="0"/>
  </w:num>
  <w:num w:numId="7">
    <w:abstractNumId w:val="15"/>
  </w:num>
  <w:num w:numId="8">
    <w:abstractNumId w:val="7"/>
  </w:num>
  <w:num w:numId="9">
    <w:abstractNumId w:val="14"/>
  </w:num>
  <w:num w:numId="10">
    <w:abstractNumId w:val="12"/>
  </w:num>
  <w:num w:numId="11">
    <w:abstractNumId w:val="16"/>
  </w:num>
  <w:num w:numId="12">
    <w:abstractNumId w:val="11"/>
  </w:num>
  <w:num w:numId="13">
    <w:abstractNumId w:val="2"/>
  </w:num>
  <w:num w:numId="14">
    <w:abstractNumId w:val="1"/>
  </w:num>
  <w:num w:numId="15">
    <w:abstractNumId w:val="6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09"/>
    <w:rsid w:val="000334FD"/>
    <w:rsid w:val="0006400E"/>
    <w:rsid w:val="00087C36"/>
    <w:rsid w:val="00090400"/>
    <w:rsid w:val="000B489C"/>
    <w:rsid w:val="000E4480"/>
    <w:rsid w:val="00297370"/>
    <w:rsid w:val="003571B4"/>
    <w:rsid w:val="003E0BEB"/>
    <w:rsid w:val="004A0C56"/>
    <w:rsid w:val="004B4E83"/>
    <w:rsid w:val="00535F9D"/>
    <w:rsid w:val="005A10A7"/>
    <w:rsid w:val="005A7BE1"/>
    <w:rsid w:val="00814BA5"/>
    <w:rsid w:val="00985527"/>
    <w:rsid w:val="009B2709"/>
    <w:rsid w:val="00B45A44"/>
    <w:rsid w:val="00B73B21"/>
    <w:rsid w:val="00C5429A"/>
    <w:rsid w:val="00C918AE"/>
    <w:rsid w:val="00CE2B20"/>
    <w:rsid w:val="00D17B46"/>
    <w:rsid w:val="00E53046"/>
    <w:rsid w:val="00EC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AD72D5"/>
  <w14:defaultImageDpi w14:val="300"/>
  <w15:docId w15:val="{23FE0405-F89A-AC4C-A43A-224B4CF6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7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709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57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5A10A7"/>
    <w:rPr>
      <w:rFonts w:ascii="Comic Sans MS" w:eastAsia="Times New Roman" w:hAnsi="Comic Sans MS" w:cs="Times New Roman"/>
      <w:noProof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5A10A7"/>
    <w:rPr>
      <w:rFonts w:ascii="Comic Sans MS" w:eastAsia="Times New Roman" w:hAnsi="Comic Sans MS" w:cs="Times New Roman"/>
      <w:noProof/>
      <w:sz w:val="22"/>
    </w:rPr>
  </w:style>
  <w:style w:type="paragraph" w:styleId="NormalWeb">
    <w:name w:val="Normal (Web)"/>
    <w:basedOn w:val="Normal"/>
    <w:semiHidden/>
    <w:rsid w:val="005A10A7"/>
    <w:pPr>
      <w:spacing w:before="100" w:beforeAutospacing="1" w:after="100" w:afterAutospacing="1"/>
    </w:pPr>
    <w:rPr>
      <w:rFonts w:ascii="Times New Roman" w:eastAsia="Times New Roman" w:hAnsi="Times New Roman" w:cs="Times New Roman"/>
      <w:noProof/>
    </w:rPr>
  </w:style>
  <w:style w:type="table" w:styleId="ColorfulList-Accent1">
    <w:name w:val="Colorful List Accent 1"/>
    <w:basedOn w:val="TableNormal"/>
    <w:uiPriority w:val="72"/>
    <w:rsid w:val="00C5429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Macintosh%20HD:Users:racheleggleston:Library:Application%20Support:Microsoft:Office:User%20Templates:My%20Templates:Teacher%20Doc.dotx</Template>
  <TotalTime>0</TotalTime>
  <Pages>4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2018-03-06T13:23:00Z</cp:lastPrinted>
  <dcterms:created xsi:type="dcterms:W3CDTF">2018-03-06T13:38:00Z</dcterms:created>
  <dcterms:modified xsi:type="dcterms:W3CDTF">2018-03-06T13:38:00Z</dcterms:modified>
</cp:coreProperties>
</file>